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75F" w:rsidRDefault="00BB349E">
      <w:pPr>
        <w:pStyle w:val="NoSpacing"/>
      </w:pPr>
      <w:r>
        <w:t>Adam Champagne</w:t>
      </w:r>
    </w:p>
    <w:p w:rsidR="00EF375F" w:rsidRDefault="00BB349E">
      <w:pPr>
        <w:pStyle w:val="NoSpacing"/>
      </w:pPr>
      <w:r>
        <w:t>Mrs. Potter</w:t>
      </w:r>
    </w:p>
    <w:p w:rsidR="00EF375F" w:rsidRDefault="00BB349E">
      <w:pPr>
        <w:pStyle w:val="NoSpacing"/>
      </w:pPr>
      <w:r>
        <w:t>Lit and Film</w:t>
      </w:r>
    </w:p>
    <w:p w:rsidR="00EF375F" w:rsidRDefault="007232E6">
      <w:pPr>
        <w:pStyle w:val="NoSpacing"/>
      </w:pPr>
      <w:sdt>
        <w:sdtPr>
          <w:id w:val="-1529175160"/>
          <w:placeholder>
            <w:docPart w:val="97A9C0D0BB5D44C5AF4CCB9D6B39792F"/>
          </w:placeholder>
          <w:date w:fullDate="2015-06-10T00:00:00Z"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="00BB349E">
            <w:t>10 June 2015</w:t>
          </w:r>
        </w:sdtContent>
      </w:sdt>
    </w:p>
    <w:p w:rsidR="00EF375F" w:rsidRDefault="00066122">
      <w:pPr>
        <w:pStyle w:val="Title"/>
      </w:pPr>
      <w:r>
        <w:t>Lit and Film Science-Fiction Take Home Summative Assessment (late)</w:t>
      </w:r>
    </w:p>
    <w:p w:rsidR="00066122" w:rsidRDefault="00DF57C3" w:rsidP="00DF57C3">
      <w:pPr>
        <w:pStyle w:val="ListParagraph"/>
        <w:numPr>
          <w:ilvl w:val="0"/>
          <w:numId w:val="15"/>
        </w:numPr>
      </w:pPr>
      <w:r>
        <w:t xml:space="preserve">Science Fiction can be defined </w:t>
      </w:r>
      <w:r w:rsidR="00703352">
        <w:t xml:space="preserve">by a story that contains elements Similar to: futuristic technology, a setting in space, time travel, and alien life. We see almost all of these elements in the science fiction satire: Space Balls.  In </w:t>
      </w:r>
      <w:r w:rsidR="00703352" w:rsidRPr="001A2E79">
        <w:rPr>
          <w:i/>
        </w:rPr>
        <w:t>Space Balls</w:t>
      </w:r>
      <w:r w:rsidR="00703352">
        <w:t xml:space="preserve"> we saw space travel, alien life and some (comedic) new technologies. In the Film </w:t>
      </w:r>
      <w:r w:rsidR="001A2E79" w:rsidRPr="001A2E79">
        <w:rPr>
          <w:i/>
        </w:rPr>
        <w:t>Star W</w:t>
      </w:r>
      <w:r w:rsidR="00703352" w:rsidRPr="001A2E79">
        <w:rPr>
          <w:i/>
        </w:rPr>
        <w:t>ars</w:t>
      </w:r>
      <w:r w:rsidR="00703352">
        <w:t xml:space="preserve">, we saw futuristic technology, </w:t>
      </w:r>
      <w:r w:rsidR="00471706">
        <w:t xml:space="preserve">a setting prominently featuring space, and alien life. In </w:t>
      </w:r>
      <w:r w:rsidR="00471706" w:rsidRPr="001A2E79">
        <w:rPr>
          <w:i/>
        </w:rPr>
        <w:t>Avatar</w:t>
      </w:r>
      <w:r w:rsidR="00471706">
        <w:t xml:space="preserve"> we saw an alien species, with highly advanced symbiotic relationships, on another planet, with unimaginable </w:t>
      </w:r>
      <w:r w:rsidR="00471706">
        <w:t>organic technology</w:t>
      </w:r>
      <w:r w:rsidR="00471706">
        <w:t>, being at war with the future human race with futuristic technology.</w:t>
      </w:r>
    </w:p>
    <w:p w:rsidR="00471706" w:rsidRDefault="00471706" w:rsidP="00471706">
      <w:pPr>
        <w:pStyle w:val="ListParagraph"/>
        <w:numPr>
          <w:ilvl w:val="0"/>
          <w:numId w:val="15"/>
        </w:numPr>
      </w:pPr>
      <w:r>
        <w:t xml:space="preserve">The “Big Five” sub genres of Science Fiction (approx.) are as follows: </w:t>
      </w:r>
      <w:r>
        <w:t>Space</w:t>
      </w:r>
      <w:r w:rsidR="001A2E79">
        <w:t xml:space="preserve"> </w:t>
      </w:r>
      <w:r w:rsidR="001A2E79">
        <w:t xml:space="preserve">(like </w:t>
      </w:r>
      <w:r w:rsidR="001A2E79" w:rsidRPr="001A2E79">
        <w:rPr>
          <w:i/>
        </w:rPr>
        <w:t>Star Wars, Avatar</w:t>
      </w:r>
      <w:r w:rsidR="001A2E79">
        <w:t xml:space="preserve">, and </w:t>
      </w:r>
      <w:r w:rsidR="001A2E79" w:rsidRPr="001A2E79">
        <w:rPr>
          <w:i/>
        </w:rPr>
        <w:t>Space Balls</w:t>
      </w:r>
      <w:r w:rsidR="001A2E79">
        <w:t>)</w:t>
      </w:r>
      <w:r>
        <w:t xml:space="preserve">, Time Travel, </w:t>
      </w:r>
      <w:r w:rsidR="001A2E79">
        <w:t>Technology (like</w:t>
      </w:r>
      <w:r w:rsidR="001A2E79">
        <w:t xml:space="preserve"> </w:t>
      </w:r>
      <w:r w:rsidR="001A2E79" w:rsidRPr="001A2E79">
        <w:rPr>
          <w:i/>
        </w:rPr>
        <w:t>S</w:t>
      </w:r>
      <w:r w:rsidR="001A2E79" w:rsidRPr="001A2E79">
        <w:rPr>
          <w:i/>
        </w:rPr>
        <w:t xml:space="preserve">tar </w:t>
      </w:r>
      <w:r w:rsidR="001A2E79" w:rsidRPr="001A2E79">
        <w:rPr>
          <w:i/>
        </w:rPr>
        <w:t>W</w:t>
      </w:r>
      <w:r w:rsidR="001A2E79" w:rsidRPr="001A2E79">
        <w:rPr>
          <w:i/>
        </w:rPr>
        <w:t xml:space="preserve">ars, </w:t>
      </w:r>
      <w:r w:rsidR="001A2E79" w:rsidRPr="001A2E79">
        <w:rPr>
          <w:i/>
        </w:rPr>
        <w:t>A</w:t>
      </w:r>
      <w:r w:rsidR="001A2E79" w:rsidRPr="001A2E79">
        <w:rPr>
          <w:i/>
        </w:rPr>
        <w:t>vatar</w:t>
      </w:r>
      <w:r w:rsidR="001A2E79">
        <w:t xml:space="preserve">, and </w:t>
      </w:r>
      <w:r w:rsidR="001A2E79" w:rsidRPr="001A2E79">
        <w:rPr>
          <w:i/>
        </w:rPr>
        <w:t>Space Balls</w:t>
      </w:r>
      <w:r w:rsidR="001A2E79">
        <w:t>),</w:t>
      </w:r>
      <w:r>
        <w:t xml:space="preserve"> Robots</w:t>
      </w:r>
      <w:r w:rsidR="001A2E79">
        <w:t xml:space="preserve"> (like </w:t>
      </w:r>
      <w:r w:rsidR="001A2E79" w:rsidRPr="001A2E79">
        <w:rPr>
          <w:i/>
        </w:rPr>
        <w:t>Star Wars</w:t>
      </w:r>
      <w:r w:rsidR="001A2E79">
        <w:t xml:space="preserve"> and </w:t>
      </w:r>
      <w:r w:rsidR="001A2E79" w:rsidRPr="001A2E79">
        <w:rPr>
          <w:i/>
        </w:rPr>
        <w:t>Space Balls</w:t>
      </w:r>
      <w:r w:rsidR="001A2E79">
        <w:t>)</w:t>
      </w:r>
      <w:r>
        <w:t xml:space="preserve"> and Aliens</w:t>
      </w:r>
      <w:r w:rsidR="001A2E79">
        <w:t xml:space="preserve"> </w:t>
      </w:r>
      <w:r w:rsidR="001A2E79">
        <w:t>(</w:t>
      </w:r>
      <w:r w:rsidR="001A2E79">
        <w:t xml:space="preserve">again, </w:t>
      </w:r>
      <w:r w:rsidR="001A2E79">
        <w:t xml:space="preserve">like </w:t>
      </w:r>
      <w:r w:rsidR="001A2E79" w:rsidRPr="001A2E79">
        <w:rPr>
          <w:i/>
        </w:rPr>
        <w:t>Star Wars, Avatar</w:t>
      </w:r>
      <w:r w:rsidR="001A2E79">
        <w:t xml:space="preserve">, and </w:t>
      </w:r>
      <w:r w:rsidR="001A2E79" w:rsidRPr="001A2E79">
        <w:rPr>
          <w:i/>
        </w:rPr>
        <w:t>Space Balls</w:t>
      </w:r>
      <w:r w:rsidR="001A2E79">
        <w:t>)</w:t>
      </w:r>
    </w:p>
    <w:p w:rsidR="00471706" w:rsidRDefault="001A2E79" w:rsidP="001A2E79">
      <w:pPr>
        <w:pStyle w:val="ListParagraph"/>
        <w:numPr>
          <w:ilvl w:val="0"/>
          <w:numId w:val="15"/>
        </w:numPr>
      </w:pPr>
      <w:r>
        <w:t xml:space="preserve">All of the class Films Support Numerous of the Science Fiction </w:t>
      </w:r>
      <w:r w:rsidR="00EC6B5D">
        <w:t>“Big</w:t>
      </w:r>
      <w:r>
        <w:t xml:space="preserve"> Five” as they very easily fit in to almost all of the Sub categories.  Our Class Films </w:t>
      </w:r>
      <w:r w:rsidR="00EC6B5D">
        <w:t>(with</w:t>
      </w:r>
      <w:r>
        <w:t xml:space="preserve"> the exception of the Science Fiction Satire Space Balls) could be called the </w:t>
      </w:r>
      <w:r w:rsidRPr="001A2E79">
        <w:t>epitome</w:t>
      </w:r>
      <w:r>
        <w:t>s</w:t>
      </w:r>
      <w:r w:rsidR="00EC6B5D">
        <w:t xml:space="preserve"> of the Science Fiction Genera. </w:t>
      </w:r>
    </w:p>
    <w:p w:rsidR="00EC6B5D" w:rsidRDefault="00EC6B5D" w:rsidP="001A2E79">
      <w:pPr>
        <w:pStyle w:val="ListParagraph"/>
        <w:numPr>
          <w:ilvl w:val="0"/>
          <w:numId w:val="15"/>
        </w:numPr>
      </w:pPr>
      <w:r>
        <w:t xml:space="preserve">More or less all of our Class Science Fiction Films follow the “Quest and the Heroes Journey”. For the purpose of using pure science fiction I will exclude the Satire </w:t>
      </w:r>
      <w:r w:rsidRPr="00EC6B5D">
        <w:rPr>
          <w:i/>
        </w:rPr>
        <w:t xml:space="preserve">Space </w:t>
      </w:r>
      <w:r w:rsidRPr="00EC6B5D">
        <w:rPr>
          <w:i/>
        </w:rPr>
        <w:lastRenderedPageBreak/>
        <w:t>Balls</w:t>
      </w:r>
      <w:r>
        <w:t xml:space="preserve">, which is a spoof of </w:t>
      </w:r>
      <w:r w:rsidRPr="00EC6B5D">
        <w:rPr>
          <w:i/>
        </w:rPr>
        <w:t>Star Wars</w:t>
      </w:r>
      <w:r>
        <w:t xml:space="preserve">.  The Film </w:t>
      </w:r>
      <w:r w:rsidRPr="00EC6B5D">
        <w:rPr>
          <w:i/>
        </w:rPr>
        <w:t>Star Wars</w:t>
      </w:r>
      <w:r>
        <w:t xml:space="preserve"> about </w:t>
      </w:r>
      <w:r w:rsidRPr="00EC6B5D">
        <w:t>Han Solo</w:t>
      </w:r>
      <w:r>
        <w:t xml:space="preserve"> (and Friends) to save the world and destroy the Death Star. </w:t>
      </w:r>
      <w:r w:rsidRPr="00EC6B5D">
        <w:rPr>
          <w:i/>
        </w:rPr>
        <w:t>Avatar</w:t>
      </w:r>
      <w:r>
        <w:t xml:space="preserve"> is about Jake Sullies’ Journey to learn about and to save the </w:t>
      </w:r>
      <w:proofErr w:type="spellStart"/>
      <w:r>
        <w:t>Navie</w:t>
      </w:r>
      <w:proofErr w:type="spellEnd"/>
      <w:r>
        <w:t xml:space="preserve"> People</w:t>
      </w:r>
      <w:r w:rsidR="00FA012A">
        <w:t xml:space="preserve">. All of the films contain plots where the main character faces great changes and overcomes them and in the process learn a thing or to. </w:t>
      </w:r>
    </w:p>
    <w:p w:rsidR="00FA012A" w:rsidRDefault="00FA012A" w:rsidP="001A2E79">
      <w:pPr>
        <w:pStyle w:val="ListParagraph"/>
        <w:numPr>
          <w:ilvl w:val="0"/>
          <w:numId w:val="15"/>
        </w:numPr>
      </w:pPr>
      <w:r>
        <w:t>I feel that this class has not addressed the Dystopian and apocalyptic/Post-</w:t>
      </w:r>
      <w:r>
        <w:t>apocalyptic</w:t>
      </w:r>
      <w:r>
        <w:t xml:space="preserve"> films and their important role in today’s popular film culture. For example movies like </w:t>
      </w:r>
      <w:r>
        <w:rPr>
          <w:i/>
        </w:rPr>
        <w:t>D</w:t>
      </w:r>
      <w:r w:rsidRPr="00FA012A">
        <w:rPr>
          <w:i/>
        </w:rPr>
        <w:t>ivergent</w:t>
      </w:r>
      <w:r>
        <w:t xml:space="preserve"> display post -</w:t>
      </w:r>
      <w:r w:rsidRPr="00FA012A">
        <w:t xml:space="preserve"> </w:t>
      </w:r>
      <w:r>
        <w:t>apocalyptic</w:t>
      </w:r>
      <w:r>
        <w:t xml:space="preserve"> society which has numerous themes that we as a society must learn from. If the class took the popular movies like </w:t>
      </w:r>
      <w:r w:rsidRPr="00FA012A">
        <w:rPr>
          <w:i/>
        </w:rPr>
        <w:t>Divergent</w:t>
      </w:r>
      <w:r>
        <w:t xml:space="preserve"> and </w:t>
      </w:r>
      <w:r w:rsidRPr="00FA012A">
        <w:rPr>
          <w:i/>
        </w:rPr>
        <w:t>the Hunger Games</w:t>
      </w:r>
      <w:r>
        <w:t xml:space="preserve"> and digested them for their themes and story elements, it would relate all of what Lit and Film is about to today’s Culture.</w:t>
      </w:r>
    </w:p>
    <w:p w:rsidR="00FA012A" w:rsidRDefault="00FA012A" w:rsidP="003A5290">
      <w:pPr>
        <w:pStyle w:val="ListParagraph"/>
        <w:numPr>
          <w:ilvl w:val="0"/>
          <w:numId w:val="15"/>
        </w:numPr>
      </w:pPr>
      <w:r>
        <w:t xml:space="preserve">Special Effects play a large part in immersing the viewer in science fiction Films. Movies like Jurassic Park need Special Effects to convey about 99% of their plot. Although Star Wars could survive without special effects, special effects enhance the viewer’s experience of the film. A Movie like Avatar could </w:t>
      </w:r>
      <w:proofErr w:type="gramStart"/>
      <w:r>
        <w:rPr>
          <w:u w:val="single"/>
        </w:rPr>
        <w:t>N</w:t>
      </w:r>
      <w:r w:rsidRPr="00FA012A">
        <w:rPr>
          <w:u w:val="single"/>
        </w:rPr>
        <w:t>ot</w:t>
      </w:r>
      <w:proofErr w:type="gramEnd"/>
      <w:r>
        <w:t xml:space="preserve"> be possible without </w:t>
      </w:r>
      <w:r w:rsidRPr="00FA012A">
        <w:rPr>
          <w:u w:val="single"/>
        </w:rPr>
        <w:t>Extensive</w:t>
      </w:r>
      <w:r>
        <w:t xml:space="preserve"> Special effects</w:t>
      </w:r>
      <w:r w:rsidR="003A5290">
        <w:t>!</w:t>
      </w:r>
    </w:p>
    <w:p w:rsidR="003A5290" w:rsidRDefault="003A5290" w:rsidP="003A5290">
      <w:pPr>
        <w:pStyle w:val="ListParagraph"/>
        <w:numPr>
          <w:ilvl w:val="0"/>
          <w:numId w:val="15"/>
        </w:numPr>
      </w:pPr>
      <w:r>
        <w:t xml:space="preserve">Dramas (no matter what medium) contain Plot (exposition, rising action, climax, falling action, &amp; resolution) Setting, and most importantly thematic elements and symbolism. All movies essentially need these elements of drama to stay interesting and relevant to the general populace.  For example: Avatar has a fairly intricate plot and has some very deep symbolism that relates to today, making the movie powerful and give you goosebumps. </w:t>
      </w:r>
    </w:p>
    <w:p w:rsidR="003A5290" w:rsidRPr="00066122" w:rsidRDefault="007232E6" w:rsidP="003A5290">
      <w:pPr>
        <w:pStyle w:val="ListParagraph"/>
        <w:numPr>
          <w:ilvl w:val="0"/>
          <w:numId w:val="15"/>
        </w:numPr>
      </w:pPr>
      <w:r>
        <w:t xml:space="preserve">Each Science Fiction book, story, movie, or even art, music and Architecture (you knew I had to at least mention it as an art form that conveys emotion and themes.  are meant to convey important lessons to the betterment of our Society while entertaining the </w:t>
      </w:r>
      <w:r>
        <w:lastRenderedPageBreak/>
        <w:t xml:space="preserve">Audience. They have a deeper meaning that reflects on our society about our current issues.  For example, </w:t>
      </w:r>
      <w:r>
        <w:rPr>
          <w:i/>
        </w:rPr>
        <w:t>Avatar</w:t>
      </w:r>
      <w:r>
        <w:t xml:space="preserve"> tries to get us to see politics, global warming and how we are destroying our one and only planate a new light and attempts to inspire us to make change. </w:t>
      </w:r>
      <w:bookmarkStart w:id="0" w:name="_GoBack"/>
      <w:bookmarkEnd w:id="0"/>
    </w:p>
    <w:sectPr w:rsidR="003A5290" w:rsidRPr="00066122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49E" w:rsidRDefault="00BB349E">
      <w:pPr>
        <w:spacing w:line="240" w:lineRule="auto"/>
      </w:pPr>
      <w:r>
        <w:separator/>
      </w:r>
    </w:p>
  </w:endnote>
  <w:endnote w:type="continuationSeparator" w:id="0">
    <w:p w:rsidR="00BB349E" w:rsidRDefault="00BB34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49E" w:rsidRDefault="00BB349E">
      <w:pPr>
        <w:spacing w:line="240" w:lineRule="auto"/>
      </w:pPr>
      <w:r>
        <w:separator/>
      </w:r>
    </w:p>
  </w:footnote>
  <w:footnote w:type="continuationSeparator" w:id="0">
    <w:p w:rsidR="00BB349E" w:rsidRDefault="00BB34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75F" w:rsidRDefault="007232E6">
    <w:pPr>
      <w:pStyle w:val="Header"/>
    </w:pPr>
    <w:sdt>
      <w:sdtPr>
        <w:id w:val="1568531701"/>
        <w:placeholder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BB349E">
          <w:t>Champagne</w:t>
        </w:r>
      </w:sdtContent>
    </w:sdt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75F" w:rsidRDefault="007232E6">
    <w:pPr>
      <w:pStyle w:val="Header"/>
    </w:pPr>
    <w:sdt>
      <w:sdtPr>
        <w:id w:val="-348181431"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BB349E">
          <w:t>Champagne</w:t>
        </w:r>
      </w:sdtContent>
    </w:sdt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FA012A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91A80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D47F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303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8A8F4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6803B5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E5F4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0012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141A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E076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D0A0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4168A7"/>
    <w:multiLevelType w:val="hybridMultilevel"/>
    <w:tmpl w:val="3C20E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E3C4C"/>
    <w:multiLevelType w:val="hybridMultilevel"/>
    <w:tmpl w:val="6256DC96"/>
    <w:lvl w:ilvl="0" w:tplc="0562E4D2">
      <w:start w:val="1"/>
      <w:numFmt w:val="lowerLetter"/>
      <w:pStyle w:val="TableNote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6B3AEE"/>
    <w:multiLevelType w:val="hybridMultilevel"/>
    <w:tmpl w:val="F364E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C4956"/>
    <w:multiLevelType w:val="multilevel"/>
    <w:tmpl w:val="4572ABF8"/>
    <w:styleLink w:val="MLAOutlin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B1B5787"/>
    <w:multiLevelType w:val="multilevel"/>
    <w:tmpl w:val="4572ABF8"/>
    <w:numStyleLink w:val="MLAOutline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3"/>
  </w:num>
  <w:num w:numId="13">
    <w:abstractNumId w:val="1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49E"/>
    <w:rsid w:val="00066122"/>
    <w:rsid w:val="001A2E79"/>
    <w:rsid w:val="003A5290"/>
    <w:rsid w:val="00471706"/>
    <w:rsid w:val="00703352"/>
    <w:rsid w:val="007232E6"/>
    <w:rsid w:val="009316CF"/>
    <w:rsid w:val="00BB349E"/>
    <w:rsid w:val="00DF57C3"/>
    <w:rsid w:val="00EC6B5D"/>
    <w:rsid w:val="00EF375F"/>
    <w:rsid w:val="00FA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B0CE6C-2278-4901-82FA-DE3EC4C9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firstLine="0"/>
      <w:outlineLvl w:val="0"/>
    </w:pPr>
    <w:rPr>
      <w:rFonts w:asciiTheme="majorHAnsi" w:eastAsiaTheme="majorEastAsia" w:hAnsiTheme="majorHAnsi" w:cstheme="majorBidi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ind w:firstLine="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ind w:firstLine="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ind w:firstLine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ind w:firstLine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ind w:firstLine="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ind w:firstLine="0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ind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  <w:ind w:firstLine="0"/>
      <w:jc w:val="right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pPr>
      <w:ind w:firstLine="0"/>
    </w:p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DDDDDD" w:themeColor="accent1" w:shadow="1"/>
        <w:left w:val="single" w:sz="2" w:space="10" w:color="DDDDDD" w:themeColor="accent1" w:shadow="1"/>
        <w:bottom w:val="single" w:sz="2" w:space="10" w:color="DDDDDD" w:themeColor="accent1" w:shadow="1"/>
        <w:right w:val="single" w:sz="2" w:space="10" w:color="DDDDDD" w:themeColor="accent1" w:shadow="1"/>
      </w:pBdr>
      <w:ind w:left="1152" w:right="1152" w:firstLine="0"/>
    </w:pPr>
    <w:rPr>
      <w:i/>
      <w:iCs/>
      <w:color w:val="DDDDD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  <w:ind w:firstLine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 w:firstLine="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  <w:ind w:firstLine="0"/>
    </w:pPr>
    <w:rPr>
      <w:i/>
      <w:iCs/>
      <w:color w:val="000000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  <w:ind w:firstLine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pPr>
      <w:spacing w:line="240" w:lineRule="auto"/>
      <w:ind w:firstLine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leTitle">
    <w:name w:val="Table Title"/>
    <w:basedOn w:val="Normal"/>
    <w:next w:val="Normal"/>
    <w:uiPriority w:val="3"/>
    <w:qFormat/>
    <w:pPr>
      <w:ind w:left="360" w:hanging="360"/>
    </w:p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ind w:firstLine="0"/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ind w:firstLine="0"/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aliases w:val="No Indent"/>
    <w:uiPriority w:val="1"/>
    <w:qFormat/>
    <w:pPr>
      <w:ind w:firstLine="0"/>
    </w:p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paragraph" w:styleId="PlainText">
    <w:name w:val="Plain Text"/>
    <w:basedOn w:val="Normal"/>
    <w:link w:val="PlainText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"/>
    <w:qFormat/>
    <w:pPr>
      <w:ind w:left="1440" w:firstLine="0"/>
    </w:pPr>
  </w:style>
  <w:style w:type="character" w:customStyle="1" w:styleId="QuoteChar">
    <w:name w:val="Quote Char"/>
    <w:basedOn w:val="DefaultParagraphFont"/>
    <w:link w:val="Quote"/>
    <w:uiPriority w:val="5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itle">
    <w:name w:val="Title"/>
    <w:basedOn w:val="Normal"/>
    <w:next w:val="Normal"/>
    <w:link w:val="TitleChar"/>
    <w:uiPriority w:val="2"/>
    <w:qFormat/>
    <w:pPr>
      <w:ind w:firstLine="0"/>
      <w:jc w:val="center"/>
    </w:pPr>
    <w:rPr>
      <w:rFonts w:asciiTheme="majorHAnsi" w:eastAsiaTheme="majorEastAsia" w:hAnsiTheme="majorHAnsi" w:cstheme="majorBidi"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spacing w:val="-10"/>
      <w:kern w:val="2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  <w:ind w:firstLine="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 w:firstLine="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 w:firstLine="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"/>
    <w:qFormat/>
    <w:rPr>
      <w:i/>
      <w:iCs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LAresearchpapertable">
    <w:name w:val="MLA research paper table"/>
    <w:basedOn w:val="TableNormal"/>
    <w:uiPriority w:val="99"/>
    <w:pPr>
      <w:spacing w:before="240"/>
      <w:ind w:left="72" w:right="72" w:firstLine="0"/>
    </w:pPr>
    <w:tblPr>
      <w:tblBorders>
        <w:top w:val="single" w:sz="4" w:space="0" w:color="auto"/>
        <w:bottom w:val="single" w:sz="4" w:space="0" w:color="auto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240" w:beforeAutospacing="0" w:afterLines="0" w:after="0" w:afterAutospacing="0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TableSource">
    <w:name w:val="Table Source"/>
    <w:basedOn w:val="TableTitle"/>
    <w:next w:val="Normal"/>
    <w:uiPriority w:val="4"/>
    <w:qFormat/>
    <w:pPr>
      <w:spacing w:before="240"/>
    </w:pPr>
  </w:style>
  <w:style w:type="paragraph" w:customStyle="1" w:styleId="TableNote">
    <w:name w:val="Table Note"/>
    <w:basedOn w:val="Normal"/>
    <w:uiPriority w:val="4"/>
    <w:qFormat/>
    <w:pPr>
      <w:numPr>
        <w:numId w:val="11"/>
      </w:numPr>
    </w:pPr>
  </w:style>
  <w:style w:type="paragraph" w:customStyle="1" w:styleId="SectionTitle">
    <w:name w:val="Section Title"/>
    <w:basedOn w:val="Normal"/>
    <w:next w:val="Normal"/>
    <w:uiPriority w:val="3"/>
    <w:qFormat/>
    <w:pPr>
      <w:pageBreakBefore/>
      <w:ind w:firstLine="0"/>
      <w:jc w:val="center"/>
      <w:outlineLvl w:val="0"/>
    </w:pPr>
  </w:style>
  <w:style w:type="numbering" w:customStyle="1" w:styleId="MLAOutline">
    <w:name w:val="MLA Outline"/>
    <w:uiPriority w:val="99"/>
    <w:pPr>
      <w:numPr>
        <w:numId w:val="12"/>
      </w:numPr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unhideWhenUsed/>
    <w:qFormat/>
    <w:rsid w:val="00066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\AppData\Roaming\Microsoft\Templates\MLA%20style%20research%20pap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7A9C0D0BB5D44C5AF4CCB9D6B397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DB583-2179-4D26-9BC8-2320B2DBF461}"/>
      </w:docPartPr>
      <w:docPartBody>
        <w:p w:rsidR="00000000" w:rsidRDefault="00000000">
          <w:pPr>
            <w:pStyle w:val="97A9C0D0BB5D44C5AF4CCB9D6B39792F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CDE50793DC4097AD7C9521FB10ADED">
    <w:name w:val="F3CDE50793DC4097AD7C9521FB10ADED"/>
  </w:style>
  <w:style w:type="paragraph" w:customStyle="1" w:styleId="3D2AB9E95D30475E999BE2648B4A48D0">
    <w:name w:val="3D2AB9E95D30475E999BE2648B4A48D0"/>
  </w:style>
  <w:style w:type="paragraph" w:customStyle="1" w:styleId="517A8820AD2E4CDBAC1A53290E651B41">
    <w:name w:val="517A8820AD2E4CDBAC1A53290E651B41"/>
  </w:style>
  <w:style w:type="paragraph" w:customStyle="1" w:styleId="97A9C0D0BB5D44C5AF4CCB9D6B39792F">
    <w:name w:val="97A9C0D0BB5D44C5AF4CCB9D6B39792F"/>
  </w:style>
  <w:style w:type="paragraph" w:customStyle="1" w:styleId="E1A9CA18DE5341FE996915C6224DB81E">
    <w:name w:val="E1A9CA18DE5341FE996915C6224DB81E"/>
  </w:style>
  <w:style w:type="paragraph" w:customStyle="1" w:styleId="DE2EFFE7B4ED49DDBD932B1A1082EC55">
    <w:name w:val="DE2EFFE7B4ED49DDBD932B1A1082EC55"/>
  </w:style>
  <w:style w:type="character" w:styleId="Emphasis">
    <w:name w:val="Emphasis"/>
    <w:basedOn w:val="DefaultParagraphFont"/>
    <w:uiPriority w:val="2"/>
    <w:qFormat/>
    <w:rPr>
      <w:i/>
      <w:iCs/>
    </w:rPr>
  </w:style>
  <w:style w:type="paragraph" w:customStyle="1" w:styleId="EEBC1B16C4864E39AFFAAA4A3AC69B2F">
    <w:name w:val="EEBC1B16C4864E39AFFAAA4A3AC69B2F"/>
  </w:style>
  <w:style w:type="paragraph" w:customStyle="1" w:styleId="6860F81439E54B5EBA8432D316534BB5">
    <w:name w:val="6860F81439E54B5EBA8432D316534BB5"/>
  </w:style>
  <w:style w:type="paragraph" w:customStyle="1" w:styleId="3D72C5CC8C7640E0B9E1712496B51AFE">
    <w:name w:val="3D72C5CC8C7640E0B9E1712496B51AFE"/>
  </w:style>
  <w:style w:type="paragraph" w:customStyle="1" w:styleId="02B7E35642524B61A45F942594B4BD71">
    <w:name w:val="02B7E35642524B61A45F942594B4BD71"/>
  </w:style>
  <w:style w:type="paragraph" w:customStyle="1" w:styleId="C458E535A90C4A27ACA19EA1E6972F87">
    <w:name w:val="C458E535A90C4A27ACA19EA1E6972F87"/>
  </w:style>
  <w:style w:type="paragraph" w:customStyle="1" w:styleId="E9C6BED6ABB54853A49E619EA143BE9A">
    <w:name w:val="E9C6BED6ABB54853A49E619EA143BE9A"/>
  </w:style>
  <w:style w:type="paragraph" w:customStyle="1" w:styleId="8863B6D8BC104B03A22DE365EC40739A">
    <w:name w:val="8863B6D8BC104B03A22DE365EC40739A"/>
  </w:style>
  <w:style w:type="paragraph" w:customStyle="1" w:styleId="CDE882AAC2E441CC9984E4880504B980">
    <w:name w:val="CDE882AAC2E441CC9984E4880504B9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Champagne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MLASeventhEditionOfficeOnline.xsl" StyleName="MLA" Version="7">
  <b:Source>
    <b:Tag>Last</b:Tag>
    <b:SourceType>Book</b:SourceType>
    <b:Guid>{14D5D180-EDD8-4723-991A-C0427AA4D973}</b:Guid>
    <b:Title>Title of the Book Being Referenced</b:Title>
    <b:Year>Year</b:Year>
    <b:City>City Name</b:City>
    <b:Publisher>Name of Publisher</b:Publisher>
    <b:Author>
      <b:Author>
        <b:NameList>
          <b:Person>
            <b:Last>AuthorLastName</b:Last>
            <b:First>FirstName</b:First>
          </b:Person>
        </b:NameList>
      </b:Author>
    </b:Author>
    <b:Medium>Type of Medium (e.g. Print)</b:Medium>
    <b:RefOrder>1</b:RefOrder>
  </b:Source>
  <b:Source>
    <b:Tag>Article</b:Tag>
    <b:SourceType>JournalArticle</b:SourceType>
    <b:Guid>{F6CDC397-0C63-48E0-9859-E5BA7E7ED6A3}</b:Guid>
    <b:Title>Article Title</b:Title>
    <b:Year>Year</b:Year>
    <b:JournalName>Journal Title</b:JournalName>
    <b:Pages>Pages From - To</b:Pages>
    <b:Author>
      <b:Author>
        <b:NameList>
          <b:Person>
            <b:Last>LastName</b:Last>
            <b:First>First,</b:First>
            <b:Middle>Middle</b:Middle>
          </b:Person>
        </b:NameList>
      </b:Author>
    </b:Autho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321E27-219A-4AAD-A1CA-1A2A0CCEDB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11349-4E22-491F-88D7-08662E1D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MLA style research paper.dotx</Template>
  <TotalTime>535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1</cp:revision>
  <dcterms:created xsi:type="dcterms:W3CDTF">2015-06-11T03:21:00Z</dcterms:created>
  <dcterms:modified xsi:type="dcterms:W3CDTF">2015-06-11T18:21:00Z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TC039848419991</vt:lpwstr>
  </property>
</Properties>
</file>