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B9B" w:rsidRDefault="00C814AE">
      <w:pPr>
        <w:pStyle w:val="NoSpacing"/>
      </w:pPr>
      <w:r>
        <w:t>Adam Champagne</w:t>
      </w:r>
    </w:p>
    <w:p w:rsidR="00AC3B9B" w:rsidRDefault="00C814AE">
      <w:pPr>
        <w:pStyle w:val="NoSpacing"/>
      </w:pPr>
      <w:r>
        <w:t>Mrs. Potter</w:t>
      </w:r>
    </w:p>
    <w:p w:rsidR="00AC3B9B" w:rsidRDefault="00C814AE">
      <w:pPr>
        <w:pStyle w:val="NoSpacing"/>
      </w:pPr>
      <w:r>
        <w:t>Senior English</w:t>
      </w:r>
    </w:p>
    <w:p w:rsidR="00AC3B9B" w:rsidRDefault="00A72FC7">
      <w:pPr>
        <w:pStyle w:val="NoSpacing"/>
      </w:pPr>
      <w:sdt>
        <w:sdtPr>
          <w:id w:val="-1529175160"/>
          <w:placeholder>
            <w:docPart w:val="34388D3535FC4B069EA1325061D07CF8"/>
          </w:placeholder>
          <w:date w:fullDate="2015-01-21T00:00:00Z"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="00C814AE">
            <w:t>21 January 2015</w:t>
          </w:r>
        </w:sdtContent>
      </w:sdt>
    </w:p>
    <w:p w:rsidR="00C814AE" w:rsidRDefault="00C814AE" w:rsidP="00C814AE">
      <w:pPr>
        <w:ind w:firstLine="0"/>
        <w:jc w:val="center"/>
      </w:pPr>
      <w:r>
        <w:t>Fairy Tale</w:t>
      </w:r>
    </w:p>
    <w:p w:rsidR="00AC3B9B" w:rsidRDefault="00A722CE" w:rsidP="00C814AE">
      <w:r>
        <w:t xml:space="preserve">The Movie Aladdin is an exemplar of the ‘Traditional Fairytale’. It well exemplifies the 8 elements of a </w:t>
      </w:r>
      <w:r w:rsidR="00A72FC7">
        <w:t xml:space="preserve">fairytale throughout Disney’s rendition of </w:t>
      </w:r>
      <w:proofErr w:type="spellStart"/>
      <w:r w:rsidR="00A72FC7">
        <w:t>alladdin</w:t>
      </w:r>
      <w:proofErr w:type="spellEnd"/>
      <w:r w:rsidR="00A72FC7">
        <w:t>.</w:t>
      </w:r>
    </w:p>
    <w:p w:rsidR="00A72FC7" w:rsidRDefault="00A72FC7" w:rsidP="00C814AE">
      <w:r>
        <w:t xml:space="preserve">Aladdin is an age old story </w:t>
      </w:r>
      <w:bookmarkStart w:id="0" w:name="_GoBack"/>
      <w:bookmarkEnd w:id="0"/>
    </w:p>
    <w:sectPr w:rsidR="00A72FC7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4AE" w:rsidRDefault="00C814AE">
      <w:pPr>
        <w:spacing w:line="240" w:lineRule="auto"/>
      </w:pPr>
      <w:r>
        <w:separator/>
      </w:r>
    </w:p>
  </w:endnote>
  <w:endnote w:type="continuationSeparator" w:id="0">
    <w:p w:rsidR="00C814AE" w:rsidRDefault="00C814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4AE" w:rsidRDefault="00C814AE">
      <w:pPr>
        <w:spacing w:line="240" w:lineRule="auto"/>
      </w:pPr>
      <w:r>
        <w:separator/>
      </w:r>
    </w:p>
  </w:footnote>
  <w:footnote w:type="continuationSeparator" w:id="0">
    <w:p w:rsidR="00C814AE" w:rsidRDefault="00C814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B9B" w:rsidRDefault="00A72FC7">
    <w:pPr>
      <w:pStyle w:val="Header"/>
    </w:pPr>
    <w:sdt>
      <w:sdtPr>
        <w:id w:val="1568531701"/>
        <w:placeholder/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/>
      <w:sdtContent>
        <w:r w:rsidR="00C814AE">
          <w:t>Champagne</w:t>
        </w:r>
      </w:sdtContent>
    </w:sdt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C814AE">
      <w:rPr>
        <w:noProof/>
      </w:rPr>
      <w:t>4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B9B" w:rsidRDefault="00A72FC7">
    <w:pPr>
      <w:pStyle w:val="Header"/>
    </w:pPr>
    <w:sdt>
      <w:sdtPr>
        <w:id w:val="-348181431"/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/>
      <w:sdtContent>
        <w:r w:rsidR="00C814AE">
          <w:t>Champagne</w:t>
        </w:r>
      </w:sdtContent>
    </w:sdt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91A80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4D47F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53036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8A8F4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6803B5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2E5F4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0012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141A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AE076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6D0A0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9E3C4C"/>
    <w:multiLevelType w:val="hybridMultilevel"/>
    <w:tmpl w:val="6256DC96"/>
    <w:lvl w:ilvl="0" w:tplc="0562E4D2">
      <w:start w:val="1"/>
      <w:numFmt w:val="lowerLetter"/>
      <w:pStyle w:val="TableNote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9BC4956"/>
    <w:multiLevelType w:val="multilevel"/>
    <w:tmpl w:val="4572ABF8"/>
    <w:styleLink w:val="MLAOutlin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B1B5787"/>
    <w:multiLevelType w:val="multilevel"/>
    <w:tmpl w:val="4572ABF8"/>
    <w:numStyleLink w:val="MLAOutline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AE"/>
    <w:rsid w:val="00A722CE"/>
    <w:rsid w:val="00A72FC7"/>
    <w:rsid w:val="00AC3B9B"/>
    <w:rsid w:val="00C8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970053-84A1-409A-A7D1-3D5054DE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firstLine="0"/>
      <w:outlineLvl w:val="0"/>
    </w:pPr>
    <w:rPr>
      <w:rFonts w:asciiTheme="majorHAnsi" w:eastAsiaTheme="majorEastAsia" w:hAnsiTheme="majorHAnsi" w:cstheme="majorBidi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ind w:firstLine="0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ind w:firstLine="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ind w:firstLine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ind w:firstLine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ind w:firstLine="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ind w:firstLine="0"/>
      <w:outlineLvl w:val="7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ind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line="240" w:lineRule="auto"/>
      <w:ind w:firstLine="0"/>
      <w:jc w:val="right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  <w:ind w:firstLin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pPr>
      <w:ind w:firstLine="0"/>
    </w:p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DDDDDD" w:themeColor="accent1" w:shadow="1"/>
        <w:left w:val="single" w:sz="2" w:space="10" w:color="DDDDDD" w:themeColor="accent1" w:shadow="1"/>
        <w:bottom w:val="single" w:sz="2" w:space="10" w:color="DDDDDD" w:themeColor="accent1" w:shadow="1"/>
        <w:right w:val="single" w:sz="2" w:space="10" w:color="DDDDDD" w:themeColor="accent1" w:shadow="1"/>
      </w:pBdr>
      <w:ind w:left="1152" w:right="1152" w:firstLine="0"/>
    </w:pPr>
    <w:rPr>
      <w:i/>
      <w:iCs/>
      <w:color w:val="DDDDD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  <w:ind w:firstLine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 w:firstLine="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  <w:ind w:firstLine="0"/>
    </w:pPr>
    <w:rPr>
      <w:i/>
      <w:iCs/>
      <w:color w:val="000000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  <w:ind w:firstLine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line="240" w:lineRule="auto"/>
      <w:ind w:firstLine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line="240" w:lineRule="auto"/>
      <w:ind w:firstLin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pPr>
      <w:spacing w:line="240" w:lineRule="auto"/>
      <w:ind w:firstLine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leTitle">
    <w:name w:val="Table Title"/>
    <w:basedOn w:val="Normal"/>
    <w:next w:val="Normal"/>
    <w:uiPriority w:val="3"/>
    <w:qFormat/>
    <w:pPr>
      <w:ind w:left="360" w:hanging="360"/>
    </w:p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line="240" w:lineRule="auto"/>
      <w:ind w:firstLine="0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ind w:firstLine="0"/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ind w:firstLine="0"/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aliases w:val="No Indent"/>
    <w:uiPriority w:val="1"/>
    <w:qFormat/>
    <w:pPr>
      <w:ind w:firstLine="0"/>
    </w:p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paragraph" w:styleId="PlainText">
    <w:name w:val="Plain Text"/>
    <w:basedOn w:val="Normal"/>
    <w:link w:val="PlainTextChar"/>
    <w:uiPriority w:val="99"/>
    <w:semiHidden/>
    <w:unhideWhenUsed/>
    <w:pPr>
      <w:spacing w:line="240" w:lineRule="auto"/>
      <w:ind w:firstLine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"/>
    <w:qFormat/>
    <w:pPr>
      <w:ind w:left="1440" w:firstLine="0"/>
    </w:pPr>
  </w:style>
  <w:style w:type="character" w:customStyle="1" w:styleId="QuoteChar">
    <w:name w:val="Quote Char"/>
    <w:basedOn w:val="DefaultParagraphFont"/>
    <w:link w:val="Quote"/>
    <w:uiPriority w:val="5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itle">
    <w:name w:val="Title"/>
    <w:basedOn w:val="Normal"/>
    <w:next w:val="Normal"/>
    <w:link w:val="TitleChar"/>
    <w:uiPriority w:val="2"/>
    <w:qFormat/>
    <w:pPr>
      <w:ind w:firstLine="0"/>
      <w:jc w:val="center"/>
    </w:pPr>
    <w:rPr>
      <w:rFonts w:asciiTheme="majorHAnsi" w:eastAsiaTheme="majorEastAsia" w:hAnsiTheme="majorHAnsi" w:cstheme="majorBidi"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spacing w:val="-10"/>
      <w:kern w:val="2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  <w:ind w:firstLine="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 w:firstLine="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 w:firstLine="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"/>
    <w:qFormat/>
    <w:rPr>
      <w:i/>
      <w:iCs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LAresearchpapertable">
    <w:name w:val="MLA research paper table"/>
    <w:basedOn w:val="TableNormal"/>
    <w:uiPriority w:val="99"/>
    <w:pPr>
      <w:spacing w:before="240"/>
      <w:ind w:left="72" w:right="72" w:firstLine="0"/>
    </w:pPr>
    <w:tblPr>
      <w:tblBorders>
        <w:top w:val="single" w:sz="4" w:space="0" w:color="auto"/>
        <w:bottom w:val="single" w:sz="4" w:space="0" w:color="auto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240" w:beforeAutospacing="0" w:afterLines="0" w:after="0" w:afterAutospacing="0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TableSource">
    <w:name w:val="Table Source"/>
    <w:basedOn w:val="TableTitle"/>
    <w:next w:val="Normal"/>
    <w:uiPriority w:val="4"/>
    <w:qFormat/>
    <w:pPr>
      <w:spacing w:before="240"/>
    </w:pPr>
  </w:style>
  <w:style w:type="paragraph" w:customStyle="1" w:styleId="TableNote">
    <w:name w:val="Table Note"/>
    <w:basedOn w:val="Normal"/>
    <w:uiPriority w:val="4"/>
    <w:qFormat/>
    <w:pPr>
      <w:numPr>
        <w:numId w:val="11"/>
      </w:numPr>
    </w:pPr>
  </w:style>
  <w:style w:type="paragraph" w:customStyle="1" w:styleId="SectionTitle">
    <w:name w:val="Section Title"/>
    <w:basedOn w:val="Normal"/>
    <w:next w:val="Normal"/>
    <w:uiPriority w:val="3"/>
    <w:qFormat/>
    <w:pPr>
      <w:pageBreakBefore/>
      <w:ind w:firstLine="0"/>
      <w:jc w:val="center"/>
      <w:outlineLvl w:val="0"/>
    </w:pPr>
  </w:style>
  <w:style w:type="numbering" w:customStyle="1" w:styleId="MLAOutline">
    <w:name w:val="MLA Outline"/>
    <w:uiPriority w:val="99"/>
    <w:pPr>
      <w:numPr>
        <w:numId w:val="12"/>
      </w:numPr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\AppData\Roaming\Microsoft\Templates\MLA%20style%20research%20pap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388D3535FC4B069EA1325061D07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76974-16E5-469D-B6CE-F2DCC3196CE5}"/>
      </w:docPartPr>
      <w:docPartBody>
        <w:p w:rsidR="00000000" w:rsidRDefault="00000000">
          <w:pPr>
            <w:pStyle w:val="34388D3535FC4B069EA1325061D07CF8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4D9613EB4543DEAA50289F34D8C6DE">
    <w:name w:val="414D9613EB4543DEAA50289F34D8C6DE"/>
  </w:style>
  <w:style w:type="paragraph" w:customStyle="1" w:styleId="A991C048DD254D928074938934118EA6">
    <w:name w:val="A991C048DD254D928074938934118EA6"/>
  </w:style>
  <w:style w:type="paragraph" w:customStyle="1" w:styleId="22BA500C4DCC4836ADA55B54364EB5F6">
    <w:name w:val="22BA500C4DCC4836ADA55B54364EB5F6"/>
  </w:style>
  <w:style w:type="paragraph" w:customStyle="1" w:styleId="34388D3535FC4B069EA1325061D07CF8">
    <w:name w:val="34388D3535FC4B069EA1325061D07CF8"/>
  </w:style>
  <w:style w:type="paragraph" w:customStyle="1" w:styleId="79B8DF42380E4939BC02DAB3A65D1600">
    <w:name w:val="79B8DF42380E4939BC02DAB3A65D1600"/>
  </w:style>
  <w:style w:type="paragraph" w:customStyle="1" w:styleId="E80F81BF7F8745C4BC92FF47E0E97871">
    <w:name w:val="E80F81BF7F8745C4BC92FF47E0E97871"/>
  </w:style>
  <w:style w:type="character" w:styleId="Emphasis">
    <w:name w:val="Emphasis"/>
    <w:basedOn w:val="DefaultParagraphFont"/>
    <w:uiPriority w:val="2"/>
    <w:qFormat/>
    <w:rPr>
      <w:i/>
      <w:iCs/>
    </w:rPr>
  </w:style>
  <w:style w:type="paragraph" w:customStyle="1" w:styleId="E131CDDE3CBF4B18A433266A53FACC35">
    <w:name w:val="E131CDDE3CBF4B18A433266A53FACC35"/>
  </w:style>
  <w:style w:type="paragraph" w:customStyle="1" w:styleId="9DBB38708D15446D83818A6BDBAA96AE">
    <w:name w:val="9DBB38708D15446D83818A6BDBAA96AE"/>
  </w:style>
  <w:style w:type="paragraph" w:customStyle="1" w:styleId="306C0A15BD65428782EEF267AC1E9ABD">
    <w:name w:val="306C0A15BD65428782EEF267AC1E9ABD"/>
  </w:style>
  <w:style w:type="paragraph" w:customStyle="1" w:styleId="9A64EA9891C04904BE1B1C9C99AAC979">
    <w:name w:val="9A64EA9891C04904BE1B1C9C99AAC979"/>
  </w:style>
  <w:style w:type="paragraph" w:customStyle="1" w:styleId="90B83642DBBA4014B8FCF04661A8435E">
    <w:name w:val="90B83642DBBA4014B8FCF04661A8435E"/>
  </w:style>
  <w:style w:type="paragraph" w:customStyle="1" w:styleId="47B35FC279F1405195E57ECB3C6AC53B">
    <w:name w:val="47B35FC279F1405195E57ECB3C6AC53B"/>
  </w:style>
  <w:style w:type="paragraph" w:customStyle="1" w:styleId="C981878DE40845B3B16FBF60BBD28AF0">
    <w:name w:val="C981878DE40845B3B16FBF60BBD28AF0"/>
  </w:style>
  <w:style w:type="paragraph" w:customStyle="1" w:styleId="E294BC00971749318A0B12937D00E487">
    <w:name w:val="E294BC00971749318A0B12937D00E4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Champagne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MLASeventhEditionOfficeOnline.xsl" StyleName="MLA" Version="7">
  <b:Source>
    <b:Tag>Last</b:Tag>
    <b:SourceType>Book</b:SourceType>
    <b:Guid>{14D5D180-EDD8-4723-991A-C0427AA4D973}</b:Guid>
    <b:Title>Title of the Book Being Referenced</b:Title>
    <b:Year>Year</b:Year>
    <b:City>City Name</b:City>
    <b:Publisher>Name of Publisher</b:Publisher>
    <b:Author>
      <b:Author>
        <b:NameList>
          <b:Person>
            <b:Last>AuthorLastName</b:Last>
            <b:First>FirstName</b:First>
          </b:Person>
        </b:NameList>
      </b:Author>
    </b:Author>
    <b:Medium>Type of Medium (e.g. Print)</b:Medium>
    <b:RefOrder>1</b:RefOrder>
  </b:Source>
  <b:Source>
    <b:Tag>Article</b:Tag>
    <b:SourceType>JournalArticle</b:SourceType>
    <b:Guid>{F6CDC397-0C63-48E0-9859-E5BA7E7ED6A3}</b:Guid>
    <b:Title>Article Title</b:Title>
    <b:Year>Year</b:Year>
    <b:JournalName>Journal Title</b:JournalName>
    <b:Pages>Pages From - To</b:Pages>
    <b:Author>
      <b:Author>
        <b:NameList>
          <b:Person>
            <b:Last>LastName</b:Last>
            <b:First>First,</b:First>
            <b:Middle>Middle</b:Middle>
          </b:Person>
        </b:NameList>
      </b:Author>
    </b:Autho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321E27-219A-4AAD-A1CA-1A2A0CCEDB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F92B24-463A-433F-AAFF-F3E098A2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MLA style research paper.dotx</Template>
  <TotalTime>27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1</cp:revision>
  <dcterms:created xsi:type="dcterms:W3CDTF">2015-01-20T20:25:00Z</dcterms:created>
  <dcterms:modified xsi:type="dcterms:W3CDTF">2015-01-20T20:52:00Z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TC039848419991</vt:lpwstr>
  </property>
</Properties>
</file>