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B2E" w:rsidRDefault="00B06C94">
      <w:pPr>
        <w:pStyle w:val="NoSpacing"/>
      </w:pPr>
      <w:r>
        <w:t>Adam Champagne</w:t>
      </w:r>
    </w:p>
    <w:p w:rsidR="00930B2E" w:rsidRDefault="00B06C94">
      <w:pPr>
        <w:pStyle w:val="NoSpacing"/>
      </w:pPr>
      <w:r>
        <w:t xml:space="preserve">Mrs. </w:t>
      </w:r>
      <w:proofErr w:type="spellStart"/>
      <w:r>
        <w:t>Del</w:t>
      </w:r>
      <w:bookmarkStart w:id="0" w:name="_GoBack"/>
      <w:bookmarkEnd w:id="0"/>
      <w:r>
        <w:t>eault</w:t>
      </w:r>
      <w:proofErr w:type="spellEnd"/>
    </w:p>
    <w:p w:rsidR="00930B2E" w:rsidRDefault="00B06C94">
      <w:pPr>
        <w:pStyle w:val="NoSpacing"/>
      </w:pPr>
      <w:r>
        <w:t>AP Music Theory&amp; Concert Choir</w:t>
      </w:r>
    </w:p>
    <w:p w:rsidR="00930B2E" w:rsidRDefault="009D0586">
      <w:pPr>
        <w:pStyle w:val="NoSpacing"/>
      </w:pPr>
      <w:sdt>
        <w:sdtPr>
          <w:id w:val="-1529175160"/>
          <w:placeholder>
            <w:docPart w:val="D986C71898E64118AF9BFCA00722DB5E"/>
          </w:placeholder>
          <w:date w:fullDate="2015-06-05T00:00:00Z">
            <w:dateFormat w:val="d MMMM yyyy"/>
            <w:lid w:val="en-US"/>
            <w:storeMappedDataAs w:val="dateTime"/>
            <w:calendar w:val="gregorian"/>
          </w:date>
        </w:sdtPr>
        <w:sdtEndPr/>
        <w:sdtContent>
          <w:r w:rsidR="00B06C94">
            <w:t>5 June 2015</w:t>
          </w:r>
        </w:sdtContent>
      </w:sdt>
    </w:p>
    <w:p w:rsidR="00930B2E" w:rsidRDefault="00B06C94">
      <w:pPr>
        <w:pStyle w:val="Title"/>
      </w:pPr>
      <w:r>
        <w:t xml:space="preserve">Live Performance </w:t>
      </w:r>
      <w:r w:rsidR="009D0586">
        <w:t>E</w:t>
      </w:r>
      <w:r>
        <w:t>val</w:t>
      </w:r>
      <w:r w:rsidR="009D0586">
        <w:t>uation</w:t>
      </w:r>
    </w:p>
    <w:p w:rsidR="00B06C94" w:rsidRDefault="00B06C94" w:rsidP="00B06C94">
      <w:r>
        <w:t xml:space="preserve">When I went on the New York Trip at the last minute, I really completely forgot that I got to see a Musical production on Broadway. I was fortunate enough to see Matilda. Before I even get to the performance it let me talk about the venue. The Theater was tiny! The seating was about the size of the palace theater but with a lot more seats crammed in to it.  When you walk in to the theater you literally open the door right in to the seating area. There is no lobby or space for concessions other that one little stand. </w:t>
      </w:r>
    </w:p>
    <w:p w:rsidR="00B06C94" w:rsidRDefault="00B06C94" w:rsidP="00B06C94">
      <w:r>
        <w:t xml:space="preserve">The Performance was the best Performance of a musical that I have ever seen. The actors were genuine, the set changes were extremely well thought out and seamless, it was just so incredible, I was crying off and on throughout. The story was </w:t>
      </w:r>
      <w:r w:rsidR="009E5A2A">
        <w:t>breathtaking and kept me on the edge of my seat. The music was incredible, although I did not actually see a pit. I could not tell if it was live or recorded which was odd. The vocalists sang in their characters voice flawlessly and were crisp and clear with their pronunciation.</w:t>
      </w:r>
    </w:p>
    <w:p w:rsidR="009E5A2A" w:rsidRPr="00B06C94" w:rsidRDefault="009E5A2A" w:rsidP="009E5A2A">
      <w:r>
        <w:t xml:space="preserve">The whole musical had meaning, from the playful set of wooden blocks with letters on them to the outfits that the performers wore. All of the set actually was a part of the floor of the stage and “unfolded” like in a pop-up book. It was truly incredible. I could not imagine the thought, planning, and skill that that would have taken to accomplish. Matilda was a truly incredible musical. I don’t think I will ever see a better musical. The stellar symbolism in both </w:t>
      </w:r>
      <w:r>
        <w:lastRenderedPageBreak/>
        <w:t>the plot and the set had me bawling. The themes were incredible and were extremely meaningful.  Matilda on Broadway is the kind of show that every performer should aspire to create.</w:t>
      </w:r>
    </w:p>
    <w:sectPr w:rsidR="009E5A2A" w:rsidRPr="00B06C94">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C94" w:rsidRDefault="00B06C94">
      <w:pPr>
        <w:spacing w:line="240" w:lineRule="auto"/>
      </w:pPr>
      <w:r>
        <w:separator/>
      </w:r>
    </w:p>
  </w:endnote>
  <w:endnote w:type="continuationSeparator" w:id="0">
    <w:p w:rsidR="00B06C94" w:rsidRDefault="00B06C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C94" w:rsidRDefault="00B06C94">
      <w:pPr>
        <w:spacing w:line="240" w:lineRule="auto"/>
      </w:pPr>
      <w:r>
        <w:separator/>
      </w:r>
    </w:p>
  </w:footnote>
  <w:footnote w:type="continuationSeparator" w:id="0">
    <w:p w:rsidR="00B06C94" w:rsidRDefault="00B06C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2E" w:rsidRDefault="009D0586">
    <w:pPr>
      <w:pStyle w:val="Header"/>
    </w:pPr>
    <w:sdt>
      <w:sdtPr>
        <w:id w:val="1568531701"/>
        <w:placeholder/>
        <w:dataBinding w:prefixMappings="xmlns:ns0='http://schemas.microsoft.com/office/2006/coverPageProps' " w:xpath="/ns0:CoverPageProperties[1]/ns0:Abstract[1]" w:storeItemID="{55AF091B-3C7A-41E3-B477-F2FDAA23CFDA}"/>
        <w15:appearance w15:val="hidden"/>
        <w:text/>
      </w:sdtPr>
      <w:sdtEndPr/>
      <w:sdtContent>
        <w:r w:rsidR="00B06C94">
          <w:t>Champagne</w:t>
        </w:r>
      </w:sdtContent>
    </w:sdt>
    <w:r>
      <w:t xml:space="preserve"> </w:t>
    </w:r>
    <w:r>
      <w:fldChar w:fldCharType="begin"/>
    </w:r>
    <w:r>
      <w:instrText xml:space="preserve"> PAGE   \* MERGEFORMAT </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2E" w:rsidRDefault="009D0586">
    <w:pPr>
      <w:pStyle w:val="Header"/>
    </w:pPr>
    <w:sdt>
      <w:sdtPr>
        <w:id w:val="-348181431"/>
        <w:dataBinding w:prefixMappings="xmlns:ns0='http://schemas.microsoft.com/office/2006/coverPageProps' " w:xpath="/ns0:CoverPageProperties[1]/ns0:Abstract[1]" w:storeItemID="{55AF091B-3C7A-41E3-B477-F2FDAA23CFDA}"/>
        <w15:appearance w15:val="hidden"/>
        <w:text/>
      </w:sdtPr>
      <w:sdtEndPr/>
      <w:sdtContent>
        <w:r w:rsidR="00B06C94">
          <w:t>Champagne</w:t>
        </w:r>
      </w:sdtContent>
    </w:sdt>
    <w:r>
      <w:t xml:space="preserve"> </w:t>
    </w:r>
    <w:r>
      <w:fldChar w:fldCharType="begin"/>
    </w:r>
    <w:r>
      <w:instrText xml:space="preserve"> PAGE   \* MERGEFORMAT </w:instrText>
    </w:r>
    <w:r>
      <w:fldChar w:fldCharType="separate"/>
    </w:r>
    <w:r>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B1B5787"/>
    <w:multiLevelType w:val="multilevel"/>
    <w:tmpl w:val="4572ABF8"/>
    <w:numStyleLink w:val="MLAOutline"/>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C94"/>
    <w:rsid w:val="00930B2E"/>
    <w:rsid w:val="009D0586"/>
    <w:rsid w:val="009E5A2A"/>
    <w:rsid w:val="00B06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D3B3490-66A4-4EAB-84E4-13AEB1201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link w:val="Heading1Char"/>
    <w:uiPriority w:val="9"/>
    <w:qFormat/>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Bibliography">
    <w:name w:val="Bibliography"/>
    <w:basedOn w:val="Normal"/>
    <w:next w:val="Normal"/>
    <w:uiPriority w:val="37"/>
    <w:unhideWhenUsed/>
    <w:pPr>
      <w:ind w:firstLine="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customStyle="1" w:styleId="TableTitle">
    <w:name w:val="Table Title"/>
    <w:basedOn w:val="Normal"/>
    <w:next w:val="Normal"/>
    <w:uiPriority w:val="3"/>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5"/>
    <w:qFormat/>
    <w:pPr>
      <w:ind w:left="1440" w:firstLine="0"/>
    </w:pPr>
  </w:style>
  <w:style w:type="character" w:customStyle="1" w:styleId="QuoteChar">
    <w:name w:val="Quote Char"/>
    <w:basedOn w:val="DefaultParagraphFont"/>
    <w:link w:val="Quote"/>
    <w:uiPriority w:val="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2"/>
    <w:qFormat/>
    <w:pPr>
      <w:ind w:firstLine="0"/>
      <w:jc w:val="center"/>
    </w:pPr>
    <w:rPr>
      <w:rFonts w:asciiTheme="majorHAnsi" w:eastAsiaTheme="majorEastAsia" w:hAnsiTheme="majorHAnsi" w:cstheme="majorBidi"/>
      <w:spacing w:val="-10"/>
      <w:kern w:val="28"/>
    </w:rPr>
  </w:style>
  <w:style w:type="character" w:customStyle="1" w:styleId="TitleChar">
    <w:name w:val="Title Char"/>
    <w:basedOn w:val="DefaultParagraphFont"/>
    <w:link w:val="Title"/>
    <w:uiPriority w:val="2"/>
    <w:rPr>
      <w:rFonts w:asciiTheme="majorHAnsi" w:eastAsiaTheme="majorEastAsia" w:hAnsiTheme="majorHAnsi" w:cstheme="majorBidi"/>
      <w:spacing w:val="-10"/>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
    <w:qFormat/>
    <w:rPr>
      <w:i/>
      <w:iC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LAresearchpapertable">
    <w:name w:val="MLA research paper table"/>
    <w:basedOn w:val="TableNormal"/>
    <w:uiPriority w:val="99"/>
    <w:pPr>
      <w:spacing w:before="240"/>
      <w:ind w:left="72" w:right="72" w:firstLine="0"/>
    </w:pPr>
    <w:tblPr>
      <w:tblBorders>
        <w:top w:val="single" w:sz="4" w:space="0" w:color="auto"/>
        <w:bottom w:val="single" w:sz="4" w:space="0" w:color="auto"/>
      </w:tblBorders>
      <w:tblCellMar>
        <w:left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4"/>
    <w:qFormat/>
    <w:pPr>
      <w:spacing w:before="240"/>
    </w:pPr>
  </w:style>
  <w:style w:type="paragraph" w:customStyle="1" w:styleId="TableNote">
    <w:name w:val="Table Note"/>
    <w:basedOn w:val="Normal"/>
    <w:uiPriority w:val="4"/>
    <w:qFormat/>
    <w:pPr>
      <w:numPr>
        <w:numId w:val="11"/>
      </w:numPr>
    </w:pPr>
  </w:style>
  <w:style w:type="paragraph" w:customStyle="1" w:styleId="SectionTitle">
    <w:name w:val="Section Title"/>
    <w:basedOn w:val="Normal"/>
    <w:next w:val="Normal"/>
    <w:uiPriority w:val="3"/>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AppData\Roaming\Microsoft\Templates\MLA%20style%20research%20pa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986C71898E64118AF9BFCA00722DB5E"/>
        <w:category>
          <w:name w:val="General"/>
          <w:gallery w:val="placeholder"/>
        </w:category>
        <w:types>
          <w:type w:val="bbPlcHdr"/>
        </w:types>
        <w:behaviors>
          <w:behavior w:val="content"/>
        </w:behaviors>
        <w:guid w:val="{D658F6D5-65C9-405A-834D-9F0753E38973}"/>
      </w:docPartPr>
      <w:docPartBody>
        <w:p w:rsidR="00000000" w:rsidRDefault="00000000">
          <w:pPr>
            <w:pStyle w:val="D986C71898E64118AF9BFCA00722DB5E"/>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F7E7C32A8ED47C99C05C048AECCEB7C">
    <w:name w:val="4F7E7C32A8ED47C99C05C048AECCEB7C"/>
  </w:style>
  <w:style w:type="paragraph" w:customStyle="1" w:styleId="88D3CC4B09DC4AEE867CA5E0BC50DC78">
    <w:name w:val="88D3CC4B09DC4AEE867CA5E0BC50DC78"/>
  </w:style>
  <w:style w:type="paragraph" w:customStyle="1" w:styleId="F790F9B6C8E242ADBB326DCA671BE264">
    <w:name w:val="F790F9B6C8E242ADBB326DCA671BE264"/>
  </w:style>
  <w:style w:type="paragraph" w:customStyle="1" w:styleId="D986C71898E64118AF9BFCA00722DB5E">
    <w:name w:val="D986C71898E64118AF9BFCA00722DB5E"/>
  </w:style>
  <w:style w:type="paragraph" w:customStyle="1" w:styleId="9DEFE62F0A2D4E969005F226E2A0DB16">
    <w:name w:val="9DEFE62F0A2D4E969005F226E2A0DB16"/>
  </w:style>
  <w:style w:type="paragraph" w:customStyle="1" w:styleId="05043B87DC18426FA754798AF352A2A6">
    <w:name w:val="05043B87DC18426FA754798AF352A2A6"/>
  </w:style>
  <w:style w:type="character" w:styleId="Emphasis">
    <w:name w:val="Emphasis"/>
    <w:basedOn w:val="DefaultParagraphFont"/>
    <w:uiPriority w:val="2"/>
    <w:qFormat/>
    <w:rPr>
      <w:i/>
      <w:iCs/>
    </w:rPr>
  </w:style>
  <w:style w:type="paragraph" w:customStyle="1" w:styleId="0F6C1E9B4EC5457CA124DBD1CA8B3F31">
    <w:name w:val="0F6C1E9B4EC5457CA124DBD1CA8B3F31"/>
  </w:style>
  <w:style w:type="paragraph" w:customStyle="1" w:styleId="B701114C4ABE4A6F8B5BB9F2D9C774D7">
    <w:name w:val="B701114C4ABE4A6F8B5BB9F2D9C774D7"/>
  </w:style>
  <w:style w:type="paragraph" w:customStyle="1" w:styleId="73142D2C1479414DBA211EC1C1D1B96C">
    <w:name w:val="73142D2C1479414DBA211EC1C1D1B96C"/>
  </w:style>
  <w:style w:type="paragraph" w:customStyle="1" w:styleId="193CEC048B05423B8BF620D0D3F57E1C">
    <w:name w:val="193CEC048B05423B8BF620D0D3F57E1C"/>
  </w:style>
  <w:style w:type="paragraph" w:customStyle="1" w:styleId="07310651D3454C7894BD0D62BA78FB22">
    <w:name w:val="07310651D3454C7894BD0D62BA78FB22"/>
  </w:style>
  <w:style w:type="paragraph" w:customStyle="1" w:styleId="9471AE09453F4200A23D00C9B6C47B3E">
    <w:name w:val="9471AE09453F4200A23D00C9B6C47B3E"/>
  </w:style>
  <w:style w:type="paragraph" w:customStyle="1" w:styleId="E2EEE797EBBB40FF933177FC9DD31316">
    <w:name w:val="E2EEE797EBBB40FF933177FC9DD31316"/>
  </w:style>
  <w:style w:type="paragraph" w:customStyle="1" w:styleId="F131A4A9983540FA9CBE88D333C5AACE">
    <w:name w:val="F131A4A9983540FA9CBE88D333C5AA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Champagne</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MLASeventhEditionOfficeOnline.xsl" StyleName="MLA" Version="7">
  <b:Source>
    <b:Tag>Last</b:Tag>
    <b:SourceType>Book</b:SourceType>
    <b:Guid>{14D5D180-EDD8-4723-991A-C0427AA4D973}</b:Guid>
    <b:Title>Title of the Book Being Referenced</b:Title>
    <b:Year>Year</b:Year>
    <b:City>City Name</b:City>
    <b:Publisher>Name of Publisher</b:Publisher>
    <b:Author>
      <b:Author>
        <b:NameList>
          <b:Person>
            <b:Last>AuthorLastName</b:Last>
            <b:First>FirstName</b:First>
          </b:Person>
        </b:NameList>
      </b:Author>
    </b:Author>
    <b:Medium>Type of Medium (e.g. Print)</b:Medium>
    <b:RefOrder>1</b:RefOrder>
  </b:Source>
  <b:Source>
    <b:Tag>Article</b:Tag>
    <b:SourceType>JournalArticle</b:SourceType>
    <b:Guid>{F6CDC397-0C63-48E0-9859-E5BA7E7ED6A3}</b:Guid>
    <b:Title>Article Title</b:Title>
    <b:Year>Year</b:Year>
    <b:JournalName>Journal Title</b:JournalName>
    <b:Pages>Pages From - To</b:Pages>
    <b:Author>
      <b:Author>
        <b:NameList>
          <b:Person>
            <b:Last>LastName</b:Last>
            <b:First>First,</b:First>
            <b:Middle>Middle</b:Middle>
          </b:Person>
        </b:NameList>
      </b:Author>
    </b:Author>
    <b:Medium>Print</b:Medium>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321E27-219A-4AAD-A1CA-1A2A0CCEDBDE}">
  <ds:schemaRefs>
    <ds:schemaRef ds:uri="http://schemas.microsoft.com/sharepoint/v3/contenttype/forms"/>
  </ds:schemaRefs>
</ds:datastoreItem>
</file>

<file path=customXml/itemProps3.xml><?xml version="1.0" encoding="utf-8"?>
<ds:datastoreItem xmlns:ds="http://schemas.openxmlformats.org/officeDocument/2006/customXml" ds:itemID="{A31A4769-1502-49F8-B5C1-AA391DCD9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style research paper.dotx</Template>
  <TotalTime>23</TotalTime>
  <Pages>2</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1</cp:revision>
  <dcterms:created xsi:type="dcterms:W3CDTF">2015-06-05T11:55:00Z</dcterms:created>
  <dcterms:modified xsi:type="dcterms:W3CDTF">2015-06-05T12:18:00Z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TC039848419991</vt:lpwstr>
  </property>
</Properties>
</file>