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205" w:rsidRDefault="009A728A">
      <w:pPr>
        <w:pStyle w:val="NoSpacing"/>
      </w:pPr>
      <w:r>
        <w:t>Adam Champagne</w:t>
      </w:r>
    </w:p>
    <w:p w:rsidR="003F3205" w:rsidRDefault="009A728A">
      <w:pPr>
        <w:pStyle w:val="NoSpacing"/>
      </w:pPr>
      <w:r>
        <w:t>Mrs. Potter</w:t>
      </w:r>
    </w:p>
    <w:p w:rsidR="003F3205" w:rsidRDefault="009A728A">
      <w:pPr>
        <w:pStyle w:val="NoSpacing"/>
      </w:pPr>
      <w:r>
        <w:t>Lit and Film Movie Review</w:t>
      </w:r>
    </w:p>
    <w:p w:rsidR="003F3205" w:rsidRDefault="00A25EA3">
      <w:pPr>
        <w:pStyle w:val="NoSpacing"/>
      </w:pPr>
      <w:sdt>
        <w:sdtPr>
          <w:id w:val="-1529175160"/>
          <w:placeholder>
            <w:docPart w:val="4CFAFCB293C546F9BB98E401580A495B"/>
          </w:placeholder>
          <w:date w:fullDate="2015-05-18T00:00:00Z">
            <w:dateFormat w:val="d MMMM yyyy"/>
            <w:lid w:val="en-US"/>
            <w:storeMappedDataAs w:val="dateTime"/>
            <w:calendar w:val="gregorian"/>
          </w:date>
        </w:sdtPr>
        <w:sdtEndPr/>
        <w:sdtContent>
          <w:r w:rsidR="009A728A">
            <w:t>18 May 2015</w:t>
          </w:r>
        </w:sdtContent>
      </w:sdt>
    </w:p>
    <w:p w:rsidR="003F3205" w:rsidRPr="00976370" w:rsidRDefault="009A728A">
      <w:pPr>
        <w:pStyle w:val="Title"/>
        <w:rPr>
          <w:rFonts w:asciiTheme="minorHAnsi" w:eastAsiaTheme="minorEastAsia" w:hAnsiTheme="minorHAnsi" w:cstheme="minorBidi"/>
          <w:spacing w:val="0"/>
          <w:kern w:val="0"/>
        </w:rPr>
      </w:pPr>
      <w:r w:rsidRPr="00976370">
        <w:rPr>
          <w:rFonts w:asciiTheme="minorHAnsi" w:eastAsiaTheme="minorEastAsia" w:hAnsiTheme="minorHAnsi" w:cstheme="minorBidi"/>
          <w:spacing w:val="0"/>
          <w:kern w:val="0"/>
        </w:rPr>
        <w:t>Get Smart</w:t>
      </w:r>
      <w:r w:rsidR="00A25EA3">
        <w:rPr>
          <w:rFonts w:asciiTheme="minorHAnsi" w:eastAsiaTheme="minorEastAsia" w:hAnsiTheme="minorHAnsi" w:cstheme="minorBidi"/>
          <w:spacing w:val="0"/>
          <w:kern w:val="0"/>
        </w:rPr>
        <w:t xml:space="preserve"> (2008)</w:t>
      </w:r>
      <w:r w:rsidRPr="00976370">
        <w:rPr>
          <w:rFonts w:asciiTheme="minorHAnsi" w:eastAsiaTheme="minorEastAsia" w:hAnsiTheme="minorHAnsi" w:cstheme="minorBidi"/>
          <w:spacing w:val="0"/>
          <w:kern w:val="0"/>
        </w:rPr>
        <w:t>:</w:t>
      </w:r>
      <w:r w:rsidR="00A25EA3" w:rsidRPr="00976370">
        <w:rPr>
          <w:rFonts w:asciiTheme="minorHAnsi" w:eastAsiaTheme="minorEastAsia" w:hAnsiTheme="minorHAnsi" w:cstheme="minorBidi"/>
          <w:spacing w:val="0"/>
          <w:kern w:val="0"/>
        </w:rPr>
        <w:t xml:space="preserve"> </w:t>
      </w:r>
      <w:r w:rsidRPr="00976370">
        <w:rPr>
          <w:rFonts w:asciiTheme="minorHAnsi" w:eastAsiaTheme="minorEastAsia" w:hAnsiTheme="minorHAnsi" w:cstheme="minorBidi"/>
          <w:spacing w:val="0"/>
          <w:kern w:val="0"/>
        </w:rPr>
        <w:t>A Movie Review</w:t>
      </w:r>
    </w:p>
    <w:p w:rsidR="00A25EA3" w:rsidRDefault="009A728A" w:rsidP="00A25EA3">
      <w:pPr>
        <w:pStyle w:val="Title"/>
        <w:ind w:firstLine="720"/>
        <w:jc w:val="left"/>
        <w:rPr>
          <w:rFonts w:asciiTheme="minorHAnsi" w:eastAsiaTheme="minorEastAsia" w:hAnsiTheme="minorHAnsi" w:cstheme="minorBidi"/>
          <w:spacing w:val="0"/>
          <w:kern w:val="0"/>
        </w:rPr>
      </w:pPr>
      <w:r w:rsidRPr="00976370">
        <w:rPr>
          <w:rFonts w:asciiTheme="minorHAnsi" w:eastAsiaTheme="minorEastAsia" w:hAnsiTheme="minorHAnsi" w:cstheme="minorBidi"/>
          <w:spacing w:val="0"/>
          <w:kern w:val="0"/>
        </w:rPr>
        <w:t xml:space="preserve">From the uber-confident ramblings of Maxwell Smart to the action packed ‘on the edge of your seat’ moments the movie </w:t>
      </w:r>
      <w:r w:rsidRPr="00A25EA3">
        <w:rPr>
          <w:rFonts w:asciiTheme="minorHAnsi" w:eastAsiaTheme="minorEastAsia" w:hAnsiTheme="minorHAnsi" w:cstheme="minorBidi"/>
          <w:i/>
          <w:spacing w:val="0"/>
          <w:kern w:val="0"/>
        </w:rPr>
        <w:t>Get Smart</w:t>
      </w:r>
      <w:r w:rsidR="00A25EA3">
        <w:rPr>
          <w:rFonts w:asciiTheme="minorHAnsi" w:eastAsiaTheme="minorEastAsia" w:hAnsiTheme="minorHAnsi" w:cstheme="minorBidi"/>
          <w:i/>
          <w:spacing w:val="0"/>
          <w:kern w:val="0"/>
        </w:rPr>
        <w:t xml:space="preserve"> 2008</w:t>
      </w:r>
      <w:r w:rsidRPr="00976370">
        <w:rPr>
          <w:rFonts w:asciiTheme="minorHAnsi" w:eastAsiaTheme="minorEastAsia" w:hAnsiTheme="minorHAnsi" w:cstheme="minorBidi"/>
          <w:spacing w:val="0"/>
          <w:kern w:val="0"/>
        </w:rPr>
        <w:t xml:space="preserve"> is a winner. </w:t>
      </w:r>
      <w:r w:rsidR="00976370" w:rsidRPr="00976370">
        <w:rPr>
          <w:rFonts w:asciiTheme="minorHAnsi" w:eastAsiaTheme="minorEastAsia" w:hAnsiTheme="minorHAnsi" w:cstheme="minorBidi"/>
          <w:spacing w:val="0"/>
          <w:kern w:val="0"/>
        </w:rPr>
        <w:t xml:space="preserve"> </w:t>
      </w:r>
      <w:r w:rsidRPr="00976370">
        <w:rPr>
          <w:rFonts w:asciiTheme="minorHAnsi" w:eastAsiaTheme="minorEastAsia" w:hAnsiTheme="minorHAnsi" w:cstheme="minorBidi"/>
          <w:spacing w:val="0"/>
          <w:kern w:val="0"/>
        </w:rPr>
        <w:t xml:space="preserve">Warner Bros.’s Get Smart </w:t>
      </w:r>
      <w:r w:rsidR="00976370" w:rsidRPr="00976370">
        <w:rPr>
          <w:rFonts w:asciiTheme="minorHAnsi" w:eastAsiaTheme="minorEastAsia" w:hAnsiTheme="minorHAnsi" w:cstheme="minorBidi"/>
          <w:spacing w:val="0"/>
          <w:kern w:val="0"/>
        </w:rPr>
        <w:t>features famous actors such as Anne Hathaway</w:t>
      </w:r>
      <w:r w:rsidR="00976370" w:rsidRPr="00976370">
        <w:rPr>
          <w:rFonts w:asciiTheme="minorHAnsi" w:eastAsiaTheme="minorEastAsia" w:hAnsiTheme="minorHAnsi" w:cstheme="minorBidi"/>
          <w:spacing w:val="0"/>
          <w:kern w:val="0"/>
        </w:rPr>
        <w:t>,</w:t>
      </w:r>
      <w:r w:rsidR="00976370" w:rsidRPr="00976370">
        <w:rPr>
          <w:rFonts w:asciiTheme="minorHAnsi" w:eastAsiaTheme="minorEastAsia" w:hAnsiTheme="minorHAnsi" w:cstheme="minorBidi"/>
          <w:spacing w:val="0"/>
          <w:kern w:val="0"/>
        </w:rPr>
        <w:t xml:space="preserve"> Dwayne ‘The Rock’ Johnson, and Steve Carell which off the bat sets it up for success.  It is directed by </w:t>
      </w:r>
      <w:hyperlink r:id="rId10" w:history="1">
        <w:r w:rsidR="00976370" w:rsidRPr="00976370">
          <w:rPr>
            <w:rFonts w:asciiTheme="minorHAnsi" w:eastAsiaTheme="minorEastAsia" w:hAnsiTheme="minorHAnsi" w:cstheme="minorBidi"/>
            <w:spacing w:val="0"/>
            <w:kern w:val="0"/>
          </w:rPr>
          <w:t>Peter Segal</w:t>
        </w:r>
      </w:hyperlink>
      <w:r w:rsidR="00976370" w:rsidRPr="00976370">
        <w:rPr>
          <w:rFonts w:asciiTheme="minorHAnsi" w:eastAsiaTheme="minorEastAsia" w:hAnsiTheme="minorHAnsi" w:cstheme="minorBidi"/>
          <w:spacing w:val="0"/>
          <w:kern w:val="0"/>
        </w:rPr>
        <w:t xml:space="preserve"> and was released in theaters on </w:t>
      </w:r>
      <w:r w:rsidR="00976370" w:rsidRPr="00976370">
        <w:rPr>
          <w:rFonts w:asciiTheme="minorHAnsi" w:eastAsiaTheme="minorEastAsia" w:hAnsiTheme="minorHAnsi" w:cstheme="minorBidi"/>
          <w:spacing w:val="0"/>
          <w:kern w:val="0"/>
        </w:rPr>
        <w:t>June 20, 2008</w:t>
      </w:r>
      <w:r w:rsidR="00976370">
        <w:rPr>
          <w:rFonts w:asciiTheme="minorHAnsi" w:eastAsiaTheme="minorEastAsia" w:hAnsiTheme="minorHAnsi" w:cstheme="minorBidi"/>
          <w:spacing w:val="0"/>
          <w:kern w:val="0"/>
        </w:rPr>
        <w:t xml:space="preserve">. </w:t>
      </w:r>
    </w:p>
    <w:p w:rsidR="00A25EA3" w:rsidRPr="00A25EA3" w:rsidRDefault="00976370" w:rsidP="00A25EA3">
      <w:pPr>
        <w:pStyle w:val="Title"/>
        <w:ind w:firstLine="720"/>
        <w:jc w:val="left"/>
        <w:rPr>
          <w:rFonts w:asciiTheme="minorHAnsi" w:eastAsiaTheme="minorEastAsia" w:hAnsiTheme="minorHAnsi" w:cstheme="minorBidi"/>
          <w:spacing w:val="0"/>
          <w:kern w:val="0"/>
        </w:rPr>
      </w:pPr>
      <w:r>
        <w:rPr>
          <w:rFonts w:asciiTheme="minorHAnsi" w:eastAsiaTheme="minorEastAsia" w:hAnsiTheme="minorHAnsi" w:cstheme="minorBidi"/>
          <w:spacing w:val="0"/>
          <w:kern w:val="0"/>
        </w:rPr>
        <w:t>The Film is rated PG-13 due to ‘</w:t>
      </w:r>
      <w:r w:rsidRPr="00976370">
        <w:rPr>
          <w:rFonts w:asciiTheme="minorHAnsi" w:eastAsiaTheme="minorEastAsia" w:hAnsiTheme="minorHAnsi" w:cstheme="minorBidi"/>
          <w:spacing w:val="0"/>
          <w:kern w:val="0"/>
        </w:rPr>
        <w:t>some rude humor, action violence and language</w:t>
      </w:r>
      <w:r w:rsidRPr="00976370">
        <w:rPr>
          <w:rFonts w:asciiTheme="minorHAnsi" w:eastAsiaTheme="minorEastAsia" w:hAnsiTheme="minorHAnsi" w:cstheme="minorBidi"/>
          <w:spacing w:val="0"/>
          <w:kern w:val="0"/>
        </w:rPr>
        <w:t>’</w:t>
      </w:r>
      <w:r>
        <w:rPr>
          <w:rFonts w:asciiTheme="minorHAnsi" w:eastAsiaTheme="minorEastAsia" w:hAnsiTheme="minorHAnsi" w:cstheme="minorBidi"/>
          <w:spacing w:val="0"/>
          <w:kern w:val="0"/>
        </w:rPr>
        <w:t xml:space="preserve">, but is a good clean movie that people of all ages can </w:t>
      </w:r>
      <w:r w:rsidR="00A25EA3">
        <w:rPr>
          <w:rFonts w:asciiTheme="minorHAnsi" w:eastAsiaTheme="minorEastAsia" w:hAnsiTheme="minorHAnsi" w:cstheme="minorBidi"/>
          <w:spacing w:val="0"/>
          <w:kern w:val="0"/>
        </w:rPr>
        <w:t>enjoy.</w:t>
      </w:r>
      <w:r w:rsidR="00A25EA3">
        <w:rPr>
          <w:i/>
        </w:rPr>
        <w:t xml:space="preserve"> Get</w:t>
      </w:r>
      <w:r w:rsidR="00E03AF1">
        <w:rPr>
          <w:i/>
        </w:rPr>
        <w:t xml:space="preserve"> S</w:t>
      </w:r>
      <w:r w:rsidR="00E03AF1" w:rsidRPr="00E03AF1">
        <w:rPr>
          <w:i/>
        </w:rPr>
        <w:t>mart</w:t>
      </w:r>
      <w:r w:rsidR="00E03AF1">
        <w:t xml:space="preserve"> has it all. There is physical and verbal comedy, action and adventure, a terrorist plot, betrayal, </w:t>
      </w:r>
      <w:bookmarkStart w:id="0" w:name="_GoBack"/>
      <w:bookmarkEnd w:id="0"/>
      <w:r w:rsidR="00E03AF1">
        <w:t xml:space="preserve">and there is even a love triangle thrown in somewhere.  It is a fun and goofy plot with some serious (yet comedic) elements. </w:t>
      </w:r>
    </w:p>
    <w:p w:rsidR="00A25EA3" w:rsidRDefault="00976370" w:rsidP="00A25EA3">
      <w:r>
        <w:t>Getting nit-picky, the Storyline of Get smart is a little choppy and uneven. The film bears litt</w:t>
      </w:r>
      <w:r w:rsidR="00E03AF1">
        <w:t>le resemblance to any Get smart Plot/character’s with the exceptions of it being a James bond spoof comedy and the whole KAOS vs CONTROOL thing; but is that really a bad thing? The director managed to make something new and exciting rather than an update of an old storyline, plot and characters.  With all of that in consideration, even on your worst day this movie could cheer you up, and make you smile and laugh!</w:t>
      </w:r>
      <w:r w:rsidR="00A25EA3">
        <w:t xml:space="preserve"> </w:t>
      </w:r>
    </w:p>
    <w:p w:rsidR="00976370" w:rsidRPr="00A25EA3" w:rsidRDefault="00976370" w:rsidP="00A25EA3">
      <w:r>
        <w:t>Due to these aspects</w:t>
      </w:r>
      <w:r w:rsidR="00E03AF1" w:rsidRPr="00E03AF1">
        <w:rPr>
          <w:i/>
        </w:rPr>
        <w:t xml:space="preserve"> </w:t>
      </w:r>
      <w:r w:rsidR="00E03AF1">
        <w:rPr>
          <w:i/>
        </w:rPr>
        <w:t>Get S</w:t>
      </w:r>
      <w:r w:rsidR="00E03AF1" w:rsidRPr="00E03AF1">
        <w:rPr>
          <w:i/>
        </w:rPr>
        <w:t>mart</w:t>
      </w:r>
      <w:r w:rsidR="00E03AF1">
        <w:t xml:space="preserve"> </w:t>
      </w:r>
      <w:r>
        <w:t>is a movie that people of all ages can enjoy</w:t>
      </w:r>
      <w:r w:rsidR="00E03AF1">
        <w:t xml:space="preserve">. It ties together a modern day spy movie with a few elements of older comedy spy TV series and makes it relevant and comedic to all people. It is a good clean movie where the good guys prevail but </w:t>
      </w:r>
      <w:r w:rsidR="00E03AF1">
        <w:lastRenderedPageBreak/>
        <w:t>make some really</w:t>
      </w:r>
      <w:r w:rsidR="00A25EA3">
        <w:t>,</w:t>
      </w:r>
      <w:r w:rsidR="00E03AF1">
        <w:t xml:space="preserve"> really</w:t>
      </w:r>
      <w:r w:rsidR="00A25EA3">
        <w:t>,</w:t>
      </w:r>
      <w:r w:rsidR="00E03AF1">
        <w:t xml:space="preserve"> really</w:t>
      </w:r>
      <w:r w:rsidR="00A25EA3">
        <w:t>,</w:t>
      </w:r>
      <w:r w:rsidR="00E03AF1">
        <w:t xml:space="preserve"> (did I say really?) stupid (and funny)</w:t>
      </w:r>
      <w:r w:rsidR="00A25EA3">
        <w:t xml:space="preserve"> mistakes.  I would highly recommend that you watch </w:t>
      </w:r>
      <w:r w:rsidR="00A25EA3">
        <w:rPr>
          <w:i/>
        </w:rPr>
        <w:t>Get S</w:t>
      </w:r>
      <w:r w:rsidR="00A25EA3" w:rsidRPr="00E03AF1">
        <w:rPr>
          <w:i/>
        </w:rPr>
        <w:t>mart</w:t>
      </w:r>
      <w:r w:rsidR="00A25EA3">
        <w:t xml:space="preserve"> with some family or friends and have a good laugh!</w:t>
      </w:r>
    </w:p>
    <w:p w:rsidR="003F3205" w:rsidRPr="00976370" w:rsidRDefault="00976370" w:rsidP="00976370">
      <w:pPr>
        <w:pStyle w:val="Title"/>
        <w:jc w:val="left"/>
        <w:rPr>
          <w:rFonts w:asciiTheme="minorHAnsi" w:eastAsiaTheme="minorEastAsia" w:hAnsiTheme="minorHAnsi" w:cstheme="minorBidi"/>
          <w:spacing w:val="0"/>
          <w:kern w:val="0"/>
        </w:rPr>
      </w:pPr>
      <w:r w:rsidRPr="00976370">
        <w:rPr>
          <w:rFonts w:asciiTheme="minorHAnsi" w:eastAsiaTheme="minorEastAsia" w:hAnsiTheme="minorHAnsi" w:cstheme="minorBidi"/>
          <w:spacing w:val="0"/>
          <w:kern w:val="0"/>
        </w:rPr>
        <w:t xml:space="preserve"> </w:t>
      </w:r>
    </w:p>
    <w:sectPr w:rsidR="003F3205" w:rsidRPr="00976370">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28A" w:rsidRDefault="009A728A">
      <w:pPr>
        <w:spacing w:line="240" w:lineRule="auto"/>
      </w:pPr>
      <w:r>
        <w:separator/>
      </w:r>
    </w:p>
  </w:endnote>
  <w:endnote w:type="continuationSeparator" w:id="0">
    <w:p w:rsidR="009A728A" w:rsidRDefault="009A7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28A" w:rsidRDefault="009A728A">
      <w:pPr>
        <w:spacing w:line="240" w:lineRule="auto"/>
      </w:pPr>
      <w:r>
        <w:separator/>
      </w:r>
    </w:p>
  </w:footnote>
  <w:footnote w:type="continuationSeparator" w:id="0">
    <w:p w:rsidR="009A728A" w:rsidRDefault="009A72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05" w:rsidRDefault="00A25EA3">
    <w:pPr>
      <w:pStyle w:val="Header"/>
    </w:pPr>
    <w:sdt>
      <w:sdtPr>
        <w:id w:val="1568531701"/>
        <w:placeholder/>
        <w:dataBinding w:prefixMappings="xmlns:ns0='http://schemas.microsoft.com/office/2006/coverPageProps' " w:xpath="/ns0:CoverPageProperties[1]/ns0:Abstract[1]" w:storeItemID="{55AF091B-3C7A-41E3-B477-F2FDAA23CFDA}"/>
        <w15:appearance w15:val="hidden"/>
        <w:text/>
      </w:sdtPr>
      <w:sdtEndPr/>
      <w:sdtContent>
        <w:r>
          <w:t>Champagne</w:t>
        </w:r>
      </w:sdtContent>
    </w:sdt>
    <w:r>
      <w:t xml:space="preserve"> </w:t>
    </w: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05" w:rsidRDefault="009A728A">
    <w:pPr>
      <w:pStyle w:val="Header"/>
    </w:pPr>
    <w:proofErr w:type="spellStart"/>
    <w:r>
      <w:t>Champagne</w:t>
    </w:r>
    <w:sdt>
      <w:sdtPr>
        <w:id w:val="-348181431"/>
        <w:dataBinding w:prefixMappings="xmlns:ns0='http://schemas.microsoft.com/office/2006/coverPageProps' " w:xpath="/ns0:CoverPageProperties[1]/ns0:Abstract[1]" w:storeItemID="{55AF091B-3C7A-41E3-B477-F2FDAA23CFDA}"/>
        <w15:appearance w15:val="hidden"/>
        <w:text/>
      </w:sdtPr>
      <w:sdtEndPr/>
      <w:sdtContent>
        <w:r w:rsidR="00A25EA3">
          <w:t>Champagne</w:t>
        </w:r>
        <w:proofErr w:type="spellEnd"/>
      </w:sdtContent>
    </w:sdt>
    <w:r w:rsidR="00A25EA3">
      <w:t xml:space="preserve"> </w:t>
    </w:r>
    <w:r w:rsidR="00A25EA3">
      <w:fldChar w:fldCharType="begin"/>
    </w:r>
    <w:r w:rsidR="00A25EA3">
      <w:instrText xml:space="preserve"> PAGE   \* MERGEFORMAT </w:instrText>
    </w:r>
    <w:r w:rsidR="00A25EA3">
      <w:fldChar w:fldCharType="separate"/>
    </w:r>
    <w:r w:rsidR="00A25EA3">
      <w:rPr>
        <w:noProof/>
      </w:rPr>
      <w:t>1</w:t>
    </w:r>
    <w:r w:rsidR="00A25EA3">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28A"/>
    <w:rsid w:val="003F3205"/>
    <w:rsid w:val="00976370"/>
    <w:rsid w:val="009A728A"/>
    <w:rsid w:val="00A25EA3"/>
    <w:rsid w:val="00E03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A9B6D93-5E62-461C-84C0-44EEFC64C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sid w:val="009A728A"/>
    <w:rPr>
      <w:color w:val="0000FF"/>
      <w:u w:val="single"/>
    </w:rPr>
  </w:style>
  <w:style w:type="character" w:customStyle="1" w:styleId="apple-converted-space">
    <w:name w:val="apple-converted-space"/>
    <w:basedOn w:val="DefaultParagraphFont"/>
    <w:rsid w:val="00976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011642430">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ommonsensemedia.org/search/Peter%20Seg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CFAFCB293C546F9BB98E401580A495B"/>
        <w:category>
          <w:name w:val="General"/>
          <w:gallery w:val="placeholder"/>
        </w:category>
        <w:types>
          <w:type w:val="bbPlcHdr"/>
        </w:types>
        <w:behaviors>
          <w:behavior w:val="content"/>
        </w:behaviors>
        <w:guid w:val="{9C997860-E15F-41AE-B212-A7D2D892317E}"/>
      </w:docPartPr>
      <w:docPartBody>
        <w:p w:rsidR="00000000" w:rsidRDefault="00000000">
          <w:pPr>
            <w:pStyle w:val="4CFAFCB293C546F9BB98E401580A495B"/>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6B5D31DEC943F38ED3C407094140A5">
    <w:name w:val="FE6B5D31DEC943F38ED3C407094140A5"/>
  </w:style>
  <w:style w:type="paragraph" w:customStyle="1" w:styleId="EF0F77908D8C4A4B8F3B6E4EBC57C099">
    <w:name w:val="EF0F77908D8C4A4B8F3B6E4EBC57C099"/>
  </w:style>
  <w:style w:type="paragraph" w:customStyle="1" w:styleId="D0228DE37E6C47F8AE66F4F6580C817D">
    <w:name w:val="D0228DE37E6C47F8AE66F4F6580C817D"/>
  </w:style>
  <w:style w:type="paragraph" w:customStyle="1" w:styleId="4CFAFCB293C546F9BB98E401580A495B">
    <w:name w:val="4CFAFCB293C546F9BB98E401580A495B"/>
  </w:style>
  <w:style w:type="paragraph" w:customStyle="1" w:styleId="678C52756DBE4081ABB10F0035C4E1E8">
    <w:name w:val="678C52756DBE4081ABB10F0035C4E1E8"/>
  </w:style>
  <w:style w:type="paragraph" w:customStyle="1" w:styleId="654869E6AFAA4EDEBDF2CFFDE2BFA5FB">
    <w:name w:val="654869E6AFAA4EDEBDF2CFFDE2BFA5FB"/>
  </w:style>
  <w:style w:type="character" w:styleId="Emphasis">
    <w:name w:val="Emphasis"/>
    <w:basedOn w:val="DefaultParagraphFont"/>
    <w:uiPriority w:val="2"/>
    <w:qFormat/>
    <w:rPr>
      <w:i/>
      <w:iCs/>
    </w:rPr>
  </w:style>
  <w:style w:type="paragraph" w:customStyle="1" w:styleId="FB3A64EF75DB4D1AB28DCB915195590A">
    <w:name w:val="FB3A64EF75DB4D1AB28DCB915195590A"/>
  </w:style>
  <w:style w:type="paragraph" w:customStyle="1" w:styleId="AEE85F8C235D42DC953DAB95F8BC139E">
    <w:name w:val="AEE85F8C235D42DC953DAB95F8BC139E"/>
  </w:style>
  <w:style w:type="paragraph" w:customStyle="1" w:styleId="E4586AFE9174478FB55AC75544F5B3A2">
    <w:name w:val="E4586AFE9174478FB55AC75544F5B3A2"/>
  </w:style>
  <w:style w:type="paragraph" w:customStyle="1" w:styleId="305D5DAA37BF4CA39E47C48681C258E1">
    <w:name w:val="305D5DAA37BF4CA39E47C48681C258E1"/>
  </w:style>
  <w:style w:type="paragraph" w:customStyle="1" w:styleId="6F9F44207E9B4BD29FC1A93ACE13FA33">
    <w:name w:val="6F9F44207E9B4BD29FC1A93ACE13FA33"/>
  </w:style>
  <w:style w:type="paragraph" w:customStyle="1" w:styleId="2176D591D5BB48F48F128732EFA9B0CF">
    <w:name w:val="2176D591D5BB48F48F128732EFA9B0CF"/>
  </w:style>
  <w:style w:type="paragraph" w:customStyle="1" w:styleId="AA719654DE7945CBB6CC962695A10D9F">
    <w:name w:val="AA719654DE7945CBB6CC962695A10D9F"/>
  </w:style>
  <w:style w:type="paragraph" w:customStyle="1" w:styleId="92322F97CBE54A30B00F9EC2CDCF04B9">
    <w:name w:val="92322F97CBE54A30B00F9EC2CDCF04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704F21CC-EC76-4E5D-9D4B-C61EC878D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35</TotalTime>
  <Pages>2</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2015-05-19T02:36:00Z</dcterms:created>
  <dcterms:modified xsi:type="dcterms:W3CDTF">2015-05-19T03:11:00Z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