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AD5" w:rsidRPr="00151169" w:rsidRDefault="00CD5B6B" w:rsidP="005569A2">
      <w:pPr>
        <w:pStyle w:val="NoSpacing"/>
        <w:rPr>
          <w:rFonts w:cstheme="minorHAnsi"/>
        </w:rPr>
      </w:pPr>
      <w:r w:rsidRPr="00151169">
        <w:rPr>
          <w:rFonts w:cstheme="minorHAnsi"/>
        </w:rPr>
        <w:t>Adam Champagne</w:t>
      </w:r>
    </w:p>
    <w:p w:rsidR="00F81AD5" w:rsidRPr="00151169" w:rsidRDefault="00CD5B6B" w:rsidP="005569A2">
      <w:pPr>
        <w:pStyle w:val="NoSpacing"/>
        <w:rPr>
          <w:rFonts w:cstheme="minorHAnsi"/>
        </w:rPr>
      </w:pPr>
      <w:r w:rsidRPr="00151169">
        <w:rPr>
          <w:rFonts w:cstheme="minorHAnsi"/>
        </w:rPr>
        <w:t>Mrs. Potter</w:t>
      </w:r>
    </w:p>
    <w:p w:rsidR="00F81AD5" w:rsidRPr="00151169" w:rsidRDefault="00CD5B6B" w:rsidP="005569A2">
      <w:pPr>
        <w:pStyle w:val="NoSpacing"/>
        <w:rPr>
          <w:rFonts w:cstheme="minorHAnsi"/>
        </w:rPr>
      </w:pPr>
      <w:r w:rsidRPr="00151169">
        <w:rPr>
          <w:rFonts w:cstheme="minorHAnsi"/>
        </w:rPr>
        <w:t>Lit. &amp; Film</w:t>
      </w:r>
    </w:p>
    <w:p w:rsidR="00F81AD5" w:rsidRPr="00151169" w:rsidRDefault="00151169" w:rsidP="005569A2">
      <w:pPr>
        <w:pStyle w:val="NoSpacing"/>
        <w:rPr>
          <w:rFonts w:cstheme="minorHAnsi"/>
        </w:rPr>
      </w:pPr>
      <w:sdt>
        <w:sdtPr>
          <w:rPr>
            <w:rFonts w:cstheme="minorHAnsi"/>
          </w:rPr>
          <w:id w:val="-1529175160"/>
          <w:placeholder>
            <w:docPart w:val="968659371B314F34996A6EF0543BBCF3"/>
          </w:placeholder>
          <w:date w:fullDate="2015-04-06T00:00:00Z">
            <w:dateFormat w:val="d MMMM yyyy"/>
            <w:lid w:val="en-US"/>
            <w:storeMappedDataAs w:val="dateTime"/>
            <w:calendar w:val="gregorian"/>
          </w:date>
        </w:sdtPr>
        <w:sdtContent>
          <w:r w:rsidR="005569A2" w:rsidRPr="00151169">
            <w:rPr>
              <w:rFonts w:cstheme="minorHAnsi"/>
            </w:rPr>
            <w:t>6 April 2015</w:t>
          </w:r>
        </w:sdtContent>
      </w:sdt>
    </w:p>
    <w:p w:rsidR="00F81AD5" w:rsidRPr="00151169" w:rsidRDefault="003D367F" w:rsidP="005569A2">
      <w:pPr>
        <w:pStyle w:val="Title"/>
        <w:rPr>
          <w:rFonts w:asciiTheme="minorHAnsi" w:hAnsiTheme="minorHAnsi" w:cstheme="minorHAnsi"/>
        </w:rPr>
      </w:pPr>
      <w:r w:rsidRPr="003D367F">
        <w:rPr>
          <w:rFonts w:cstheme="minorHAnsi"/>
          <w:i/>
        </w:rPr>
        <w:t>The Last Apprentice: Revenge of the Witch</w:t>
      </w:r>
    </w:p>
    <w:p w:rsidR="00075C9B" w:rsidRPr="00151169" w:rsidRDefault="00CD5B6B" w:rsidP="005569A2">
      <w:pPr>
        <w:rPr>
          <w:rFonts w:cstheme="minorHAnsi"/>
        </w:rPr>
      </w:pPr>
      <w:r w:rsidRPr="00151169">
        <w:rPr>
          <w:rFonts w:cstheme="minorHAnsi"/>
        </w:rPr>
        <w:t>Due to the timing of the project and the limited number of showings we ended up first watching the movie and then complete</w:t>
      </w:r>
      <w:r w:rsidR="008B1680" w:rsidRPr="00151169">
        <w:rPr>
          <w:rFonts w:cstheme="minorHAnsi"/>
        </w:rPr>
        <w:t>d</w:t>
      </w:r>
      <w:r w:rsidRPr="00151169">
        <w:rPr>
          <w:rFonts w:cstheme="minorHAnsi"/>
        </w:rPr>
        <w:t xml:space="preserve"> the assigned reading afterwards. In this unorthodox approach, I feel that I got more out of the book as a whole. I was able to</w:t>
      </w:r>
      <w:r w:rsidR="00075C9B" w:rsidRPr="00151169">
        <w:rPr>
          <w:rFonts w:cstheme="minorHAnsi"/>
        </w:rPr>
        <w:t xml:space="preserve"> better</w:t>
      </w:r>
      <w:r w:rsidRPr="00151169">
        <w:rPr>
          <w:rFonts w:cstheme="minorHAnsi"/>
        </w:rPr>
        <w:t xml:space="preserve"> appreciate the content, </w:t>
      </w:r>
      <w:r w:rsidR="00075C9B" w:rsidRPr="00151169">
        <w:rPr>
          <w:rFonts w:cstheme="minorHAnsi"/>
        </w:rPr>
        <w:t>as well</w:t>
      </w:r>
      <w:r w:rsidRPr="00151169">
        <w:rPr>
          <w:rFonts w:cstheme="minorHAnsi"/>
        </w:rPr>
        <w:t xml:space="preserve"> as the themes and emotions.</w:t>
      </w:r>
      <w:r w:rsidR="00075C9B" w:rsidRPr="00151169">
        <w:rPr>
          <w:rFonts w:cstheme="minorHAnsi"/>
        </w:rPr>
        <w:t xml:space="preserve">  </w:t>
      </w:r>
      <w:r w:rsidR="00460ED6" w:rsidRPr="00151169">
        <w:rPr>
          <w:rFonts w:cstheme="minorHAnsi"/>
        </w:rPr>
        <w:t xml:space="preserve">The Film adaptation (directed </w:t>
      </w:r>
      <w:r w:rsidR="005569A2" w:rsidRPr="00151169">
        <w:rPr>
          <w:rFonts w:cstheme="minorHAnsi"/>
        </w:rPr>
        <w:t>by:</w:t>
      </w:r>
      <w:r w:rsidR="00460ED6" w:rsidRPr="00151169">
        <w:rPr>
          <w:rFonts w:cstheme="minorHAnsi"/>
        </w:rPr>
        <w:t xml:space="preserve"> </w:t>
      </w:r>
      <w:r w:rsidR="005569A2" w:rsidRPr="00151169">
        <w:rPr>
          <w:rFonts w:cstheme="minorHAnsi"/>
        </w:rPr>
        <w:t>Sergei Bodrov</w:t>
      </w:r>
      <w:r w:rsidR="00460ED6" w:rsidRPr="00151169">
        <w:rPr>
          <w:rFonts w:cstheme="minorHAnsi"/>
        </w:rPr>
        <w:t>) does not represent the whole point of the book. It is a very loose adaptation that in general keeps the feel of the story but throws all of the other plot and thematic elements to the wind.</w:t>
      </w:r>
    </w:p>
    <w:p w:rsidR="00E35940" w:rsidRPr="00151169" w:rsidRDefault="00E35940" w:rsidP="005569A2">
      <w:pPr>
        <w:rPr>
          <w:rFonts w:cstheme="minorHAnsi"/>
        </w:rPr>
      </w:pPr>
      <w:r w:rsidRPr="00151169">
        <w:rPr>
          <w:rFonts w:cstheme="minorHAnsi"/>
        </w:rPr>
        <w:t xml:space="preserve">The story is basically about </w:t>
      </w:r>
      <w:r w:rsidR="005569A2" w:rsidRPr="00151169">
        <w:rPr>
          <w:rFonts w:cstheme="minorHAnsi"/>
        </w:rPr>
        <w:t>Tom</w:t>
      </w:r>
      <w:r w:rsidRPr="00151169">
        <w:rPr>
          <w:rFonts w:cstheme="minorHAnsi"/>
        </w:rPr>
        <w:t xml:space="preserve">, who is the seventh son of a seventh son. This makes him extremely strong as a spook.  A spook is a magical like person who can communicate with dark and otherworldly creatures that if left unchecked can wreak havoc on the civilized world. The life of a spook is a lonely one. People are afraid of you and even are </w:t>
      </w:r>
      <w:r w:rsidR="008B1680" w:rsidRPr="00151169">
        <w:rPr>
          <w:rFonts w:cstheme="minorHAnsi"/>
        </w:rPr>
        <w:t>disgusted</w:t>
      </w:r>
      <w:r w:rsidRPr="00151169">
        <w:rPr>
          <w:rFonts w:cstheme="minorHAnsi"/>
        </w:rPr>
        <w:t xml:space="preserve"> by you and what you do, </w:t>
      </w:r>
      <w:r w:rsidR="00466B6F">
        <w:rPr>
          <w:rFonts w:cstheme="minorHAnsi"/>
        </w:rPr>
        <w:t>however, spooks</w:t>
      </w:r>
      <w:r w:rsidRPr="00151169">
        <w:rPr>
          <w:rFonts w:cstheme="minorHAnsi"/>
        </w:rPr>
        <w:t xml:space="preserve"> put up with </w:t>
      </w:r>
      <w:r w:rsidR="00466B6F">
        <w:rPr>
          <w:rFonts w:cstheme="minorHAnsi"/>
        </w:rPr>
        <w:t>this lonely life</w:t>
      </w:r>
      <w:r w:rsidRPr="00151169">
        <w:rPr>
          <w:rFonts w:cstheme="minorHAnsi"/>
        </w:rPr>
        <w:t xml:space="preserve"> b</w:t>
      </w:r>
      <w:r w:rsidR="00466B6F">
        <w:rPr>
          <w:rFonts w:cstheme="minorHAnsi"/>
        </w:rPr>
        <w:t>ecause they know how necessary their</w:t>
      </w:r>
      <w:r w:rsidRPr="00151169">
        <w:rPr>
          <w:rFonts w:cstheme="minorHAnsi"/>
        </w:rPr>
        <w:t xml:space="preserve"> job</w:t>
      </w:r>
      <w:r w:rsidR="00466B6F">
        <w:rPr>
          <w:rFonts w:cstheme="minorHAnsi"/>
        </w:rPr>
        <w:t>s are</w:t>
      </w:r>
      <w:r w:rsidRPr="00151169">
        <w:rPr>
          <w:rFonts w:cstheme="minorHAnsi"/>
        </w:rPr>
        <w:t>.</w:t>
      </w:r>
      <w:r w:rsidR="008B1680" w:rsidRPr="00151169">
        <w:rPr>
          <w:rFonts w:cstheme="minorHAnsi"/>
        </w:rPr>
        <w:t xml:space="preserve"> Tom is a Spooks Apprentice, but he is </w:t>
      </w:r>
      <w:r w:rsidR="00466B6F" w:rsidRPr="00151169">
        <w:rPr>
          <w:rFonts w:cstheme="minorHAnsi"/>
        </w:rPr>
        <w:t>not</w:t>
      </w:r>
      <w:r w:rsidR="00466B6F" w:rsidRPr="00151169">
        <w:rPr>
          <w:rFonts w:cstheme="minorHAnsi"/>
        </w:rPr>
        <w:t xml:space="preserve"> </w:t>
      </w:r>
      <w:r w:rsidR="008B1680" w:rsidRPr="00151169">
        <w:rPr>
          <w:rFonts w:cstheme="minorHAnsi"/>
        </w:rPr>
        <w:t>just any apprentice. “</w:t>
      </w:r>
      <w:r w:rsidR="008B1680" w:rsidRPr="00151169">
        <w:rPr>
          <w:rFonts w:cstheme="minorHAnsi"/>
          <w:color w:val="333333"/>
          <w:shd w:val="clear" w:color="auto" w:fill="FFFFFF"/>
        </w:rPr>
        <w:t>Being a seventh son of a seventh son was nothing that special in this line of work—you needed that just to be taken on as the Spook’s apprentice. But I knew there was something else that made me different. I was my mam’s son, too.</w:t>
      </w:r>
      <w:r w:rsidR="006C1AD8" w:rsidRPr="00151169">
        <w:rPr>
          <w:rFonts w:cstheme="minorHAnsi"/>
          <w:color w:val="333333"/>
          <w:shd w:val="clear" w:color="auto" w:fill="FFFFFF"/>
        </w:rPr>
        <w:t xml:space="preserve">” (Delaney Location 565). </w:t>
      </w:r>
      <w:r w:rsidR="008B1680" w:rsidRPr="00151169">
        <w:rPr>
          <w:rFonts w:cstheme="minorHAnsi"/>
        </w:rPr>
        <w:t>His mother is a Witch, which makes him an extremely strong spook.</w:t>
      </w:r>
    </w:p>
    <w:p w:rsidR="00CD5B6B" w:rsidRPr="00151169" w:rsidRDefault="00075C9B" w:rsidP="008B1680">
      <w:pPr>
        <w:rPr>
          <w:rFonts w:cstheme="minorHAnsi"/>
        </w:rPr>
      </w:pPr>
      <w:r w:rsidRPr="00151169">
        <w:rPr>
          <w:rFonts w:cstheme="minorHAnsi"/>
        </w:rPr>
        <w:t xml:space="preserve">The book, </w:t>
      </w:r>
      <w:r w:rsidR="003D367F" w:rsidRPr="003D367F">
        <w:rPr>
          <w:rFonts w:cstheme="minorHAnsi"/>
          <w:i/>
        </w:rPr>
        <w:t>The Last Apprentice: Revenge of the Witch</w:t>
      </w:r>
      <w:r w:rsidRPr="00151169">
        <w:rPr>
          <w:rFonts w:cstheme="minorHAnsi"/>
        </w:rPr>
        <w:t>, by </w:t>
      </w:r>
      <w:r w:rsidR="005569A2" w:rsidRPr="00151169">
        <w:rPr>
          <w:rFonts w:cstheme="minorHAnsi"/>
        </w:rPr>
        <w:t>Joseph Delaney</w:t>
      </w:r>
      <w:r w:rsidRPr="00151169">
        <w:rPr>
          <w:rFonts w:cstheme="minorHAnsi"/>
        </w:rPr>
        <w:t xml:space="preserve">, is the first book in the series but is strong enough it could easily be a stand-alone novel. The book contains </w:t>
      </w:r>
      <w:r w:rsidRPr="00151169">
        <w:rPr>
          <w:rFonts w:cstheme="minorHAnsi"/>
        </w:rPr>
        <w:lastRenderedPageBreak/>
        <w:t xml:space="preserve">very little boring exposition and what exposition it contains, is intriguing and unique. I got pulled right in to the story and ended up reading the majority of the book </w:t>
      </w:r>
      <w:r w:rsidR="008B1680" w:rsidRPr="00151169">
        <w:rPr>
          <w:rFonts w:cstheme="minorHAnsi"/>
        </w:rPr>
        <w:t xml:space="preserve">in </w:t>
      </w:r>
      <w:r w:rsidRPr="00151169">
        <w:rPr>
          <w:rFonts w:cstheme="minorHAnsi"/>
        </w:rPr>
        <w:t xml:space="preserve">one weekend when I could not sleep. There is a lot of detail and it is easy to imagine the world which </w:t>
      </w:r>
      <w:r w:rsidR="008B1680" w:rsidRPr="00151169">
        <w:rPr>
          <w:rFonts w:cstheme="minorHAnsi"/>
        </w:rPr>
        <w:t>Tom</w:t>
      </w:r>
      <w:r w:rsidRPr="00151169">
        <w:rPr>
          <w:rFonts w:cstheme="minorHAnsi"/>
        </w:rPr>
        <w:t xml:space="preserve"> (the protagonist) must endure. </w:t>
      </w:r>
    </w:p>
    <w:p w:rsidR="00460ED6" w:rsidRPr="00151169" w:rsidRDefault="003D367F" w:rsidP="005569A2">
      <w:pPr>
        <w:rPr>
          <w:rFonts w:cstheme="minorHAnsi"/>
        </w:rPr>
      </w:pPr>
      <w:r w:rsidRPr="003D367F">
        <w:rPr>
          <w:rFonts w:cstheme="minorHAnsi"/>
          <w:i/>
        </w:rPr>
        <w:t>The Last Apprentice: Revenge of the Witch</w:t>
      </w:r>
      <w:r w:rsidR="00D25D3F" w:rsidRPr="003D367F">
        <w:rPr>
          <w:rFonts w:cstheme="minorHAnsi"/>
          <w:i/>
        </w:rPr>
        <w:t xml:space="preserve"> </w:t>
      </w:r>
      <w:r w:rsidR="00D25D3F" w:rsidRPr="00151169">
        <w:rPr>
          <w:rFonts w:cstheme="minorHAnsi"/>
        </w:rPr>
        <w:t xml:space="preserve">focuses the reader </w:t>
      </w:r>
      <w:r w:rsidR="00460ED6" w:rsidRPr="00151169">
        <w:rPr>
          <w:rFonts w:cstheme="minorHAnsi"/>
        </w:rPr>
        <w:t xml:space="preserve">on how </w:t>
      </w:r>
      <w:r w:rsidR="008B1680" w:rsidRPr="00151169">
        <w:rPr>
          <w:rFonts w:cstheme="minorHAnsi"/>
        </w:rPr>
        <w:t>Tom</w:t>
      </w:r>
      <w:r w:rsidR="00460ED6" w:rsidRPr="00151169">
        <w:rPr>
          <w:rFonts w:cstheme="minorHAnsi"/>
        </w:rPr>
        <w:t xml:space="preserve"> makes rookie mistakes and learns from them</w:t>
      </w:r>
      <w:r w:rsidR="008B1680" w:rsidRPr="00151169">
        <w:rPr>
          <w:rFonts w:cstheme="minorHAnsi"/>
        </w:rPr>
        <w:t xml:space="preserve">. </w:t>
      </w:r>
      <w:r w:rsidR="00460ED6" w:rsidRPr="00151169">
        <w:rPr>
          <w:rFonts w:cstheme="minorHAnsi"/>
        </w:rPr>
        <w:t xml:space="preserve"> </w:t>
      </w:r>
      <w:r w:rsidR="006C1AD8" w:rsidRPr="00151169">
        <w:rPr>
          <w:rFonts w:cstheme="minorHAnsi"/>
        </w:rPr>
        <w:t>While</w:t>
      </w:r>
      <w:r w:rsidR="00460ED6" w:rsidRPr="00151169">
        <w:rPr>
          <w:rFonts w:cstheme="minorHAnsi"/>
        </w:rPr>
        <w:t xml:space="preserve"> in the movie, the mistakes are made by the old and senile </w:t>
      </w:r>
      <w:r w:rsidR="00A5317C" w:rsidRPr="00151169">
        <w:rPr>
          <w:rFonts w:cstheme="minorHAnsi"/>
        </w:rPr>
        <w:t xml:space="preserve">spook. In the book the spook is almost ageless comedic master of the trade, he knows how to handle every situation. All of the problems generally occur when he is away; and are at least partially due to the innocence and inexperience of </w:t>
      </w:r>
      <w:r w:rsidR="008B1680" w:rsidRPr="00151169">
        <w:rPr>
          <w:rFonts w:cstheme="minorHAnsi"/>
        </w:rPr>
        <w:t>Tom</w:t>
      </w:r>
      <w:r w:rsidR="00A5317C" w:rsidRPr="00151169">
        <w:rPr>
          <w:rFonts w:cstheme="minorHAnsi"/>
        </w:rPr>
        <w:t xml:space="preserve">. In the movie </w:t>
      </w:r>
      <w:r w:rsidR="008B1680" w:rsidRPr="00151169">
        <w:rPr>
          <w:rFonts w:cstheme="minorHAnsi"/>
        </w:rPr>
        <w:t>Tom</w:t>
      </w:r>
      <w:r w:rsidR="00A5317C" w:rsidRPr="00151169">
        <w:rPr>
          <w:rFonts w:cstheme="minorHAnsi"/>
        </w:rPr>
        <w:t xml:space="preserve"> is just piece of the plot, not the pivotal character. </w:t>
      </w:r>
    </w:p>
    <w:p w:rsidR="00A5317C" w:rsidRPr="00151169" w:rsidRDefault="003D367F" w:rsidP="005569A2">
      <w:pPr>
        <w:rPr>
          <w:rFonts w:cstheme="minorHAnsi"/>
        </w:rPr>
      </w:pPr>
      <w:r>
        <w:rPr>
          <w:rFonts w:cstheme="minorHAnsi"/>
        </w:rPr>
        <w:t>T</w:t>
      </w:r>
      <w:r w:rsidR="00A5317C" w:rsidRPr="00151169">
        <w:rPr>
          <w:rFonts w:cstheme="minorHAnsi"/>
        </w:rPr>
        <w:t xml:space="preserve">he novel, </w:t>
      </w:r>
      <w:r w:rsidRPr="003D367F">
        <w:rPr>
          <w:rFonts w:cstheme="minorHAnsi"/>
          <w:i/>
        </w:rPr>
        <w:t>The Last Apprentice: Revenge of the Witch</w:t>
      </w:r>
      <w:r>
        <w:rPr>
          <w:rFonts w:cstheme="minorHAnsi"/>
        </w:rPr>
        <w:t>,</w:t>
      </w:r>
      <w:r w:rsidR="00A5317C" w:rsidRPr="00151169">
        <w:rPr>
          <w:rFonts w:cstheme="minorHAnsi"/>
        </w:rPr>
        <w:t xml:space="preserve"> is a book that is driven by emotions and moral dilemmas while the movie does not even hint</w:t>
      </w:r>
      <w:r>
        <w:rPr>
          <w:rFonts w:cstheme="minorHAnsi"/>
        </w:rPr>
        <w:t xml:space="preserve"> at</w:t>
      </w:r>
      <w:r w:rsidR="00A5317C" w:rsidRPr="00151169">
        <w:rPr>
          <w:rFonts w:cstheme="minorHAnsi"/>
        </w:rPr>
        <w:t xml:space="preserve"> that.  The book talks about trusting your instincts and forgiveness while the movie talks about conquering evil for once and all. </w:t>
      </w:r>
      <w:r w:rsidR="00D25D3F" w:rsidRPr="00151169">
        <w:rPr>
          <w:rFonts w:cstheme="minorHAnsi"/>
        </w:rPr>
        <w:t xml:space="preserve">I have enjoyed the thematic elements of novels and movies, that is why I enjoy things like </w:t>
      </w:r>
      <w:r w:rsidRPr="003D367F">
        <w:rPr>
          <w:rFonts w:cstheme="minorHAnsi"/>
          <w:i/>
        </w:rPr>
        <w:t>T</w:t>
      </w:r>
      <w:r w:rsidR="00D25D3F" w:rsidRPr="003D367F">
        <w:rPr>
          <w:rFonts w:cstheme="minorHAnsi"/>
          <w:i/>
        </w:rPr>
        <w:t xml:space="preserve">he </w:t>
      </w:r>
      <w:r w:rsidRPr="003D367F">
        <w:rPr>
          <w:rFonts w:cstheme="minorHAnsi"/>
          <w:i/>
        </w:rPr>
        <w:t>H</w:t>
      </w:r>
      <w:r w:rsidR="00D25D3F" w:rsidRPr="003D367F">
        <w:rPr>
          <w:rFonts w:cstheme="minorHAnsi"/>
          <w:i/>
        </w:rPr>
        <w:t xml:space="preserve">unger </w:t>
      </w:r>
      <w:r w:rsidRPr="003D367F">
        <w:rPr>
          <w:rFonts w:cstheme="minorHAnsi"/>
          <w:i/>
        </w:rPr>
        <w:t>G</w:t>
      </w:r>
      <w:r w:rsidR="00D25D3F" w:rsidRPr="003D367F">
        <w:rPr>
          <w:rFonts w:cstheme="minorHAnsi"/>
          <w:i/>
        </w:rPr>
        <w:t>ames</w:t>
      </w:r>
      <w:r w:rsidR="00D25D3F" w:rsidRPr="00151169">
        <w:rPr>
          <w:rFonts w:cstheme="minorHAnsi"/>
        </w:rPr>
        <w:t xml:space="preserve"> and</w:t>
      </w:r>
      <w:r w:rsidR="00D25D3F" w:rsidRPr="003D367F">
        <w:rPr>
          <w:rFonts w:cstheme="minorHAnsi"/>
          <w:i/>
        </w:rPr>
        <w:t xml:space="preserve"> </w:t>
      </w:r>
      <w:r w:rsidRPr="003D367F">
        <w:rPr>
          <w:rFonts w:cstheme="minorHAnsi"/>
          <w:i/>
        </w:rPr>
        <w:t>D</w:t>
      </w:r>
      <w:r w:rsidR="00D25D3F" w:rsidRPr="003D367F">
        <w:rPr>
          <w:rFonts w:cstheme="minorHAnsi"/>
          <w:i/>
        </w:rPr>
        <w:t>ivergent</w:t>
      </w:r>
      <w:r w:rsidR="00D25D3F" w:rsidRPr="00151169">
        <w:rPr>
          <w:rFonts w:cstheme="minorHAnsi"/>
        </w:rPr>
        <w:t xml:space="preserve"> (before they were cool I might add). They tell a story that has a hidden </w:t>
      </w:r>
      <w:r w:rsidR="006C1AD8" w:rsidRPr="00151169">
        <w:rPr>
          <w:rFonts w:cstheme="minorHAnsi"/>
        </w:rPr>
        <w:t>s</w:t>
      </w:r>
      <w:r w:rsidR="00D25D3F" w:rsidRPr="00151169">
        <w:rPr>
          <w:rFonts w:cstheme="minorHAnsi"/>
        </w:rPr>
        <w:t>tory behind it that makes i</w:t>
      </w:r>
      <w:r>
        <w:rPr>
          <w:rFonts w:cstheme="minorHAnsi"/>
        </w:rPr>
        <w:t>t</w:t>
      </w:r>
      <w:r w:rsidR="00D25D3F" w:rsidRPr="00151169">
        <w:rPr>
          <w:rFonts w:cstheme="minorHAnsi"/>
        </w:rPr>
        <w:t xml:space="preserve"> interesting to reread over and over, because there is always more to interpret that you have not previously caught.</w:t>
      </w:r>
    </w:p>
    <w:p w:rsidR="00151169" w:rsidRDefault="006C1AD8" w:rsidP="006C1AD8">
      <w:pPr>
        <w:rPr>
          <w:rFonts w:cstheme="minorHAnsi"/>
          <w:color w:val="333333"/>
          <w:shd w:val="clear" w:color="auto" w:fill="FFFFFF"/>
        </w:rPr>
      </w:pPr>
      <w:r w:rsidRPr="00151169">
        <w:rPr>
          <w:rFonts w:cstheme="minorHAnsi"/>
        </w:rPr>
        <w:t>The Film Adaptation skips over and changes numerous aspects of the story. For example in the book Tom says “</w:t>
      </w:r>
      <w:r w:rsidRPr="00151169">
        <w:rPr>
          <w:rFonts w:cstheme="minorHAnsi"/>
          <w:color w:val="333333"/>
          <w:shd w:val="clear" w:color="auto" w:fill="FFFFFF"/>
        </w:rPr>
        <w:t xml:space="preserve">I can sense things that others can’t, I couldn’t even work in the north pasture. You see, from there I could hear them. I could hear the ropes creaking and the branches groaning under their weight.” (Delaney Location 205). In the film, the only supernatural ability that Tom has is that he has visions of the future. This power is not even in the book! It is understandable that in adapting the book then needed a visual, but I find this going too far. </w:t>
      </w:r>
    </w:p>
    <w:p w:rsidR="005500C1" w:rsidRDefault="00151169" w:rsidP="00151169">
      <w:pPr>
        <w:rPr>
          <w:rFonts w:cstheme="minorHAnsi"/>
          <w:color w:val="333333"/>
          <w:shd w:val="clear" w:color="auto" w:fill="FFFFFF"/>
        </w:rPr>
      </w:pPr>
      <w:r w:rsidRPr="00151169">
        <w:rPr>
          <w:rFonts w:cstheme="minorHAnsi"/>
          <w:color w:val="333333"/>
          <w:shd w:val="clear" w:color="auto" w:fill="FFFFFF"/>
        </w:rPr>
        <w:lastRenderedPageBreak/>
        <w:t xml:space="preserve">Additionally, the pivotal plot piece of the movie is based around a talisman that </w:t>
      </w:r>
      <w:r w:rsidR="003D367F">
        <w:rPr>
          <w:rFonts w:cstheme="minorHAnsi"/>
          <w:color w:val="333333"/>
          <w:shd w:val="clear" w:color="auto" w:fill="FFFFFF"/>
        </w:rPr>
        <w:t>M</w:t>
      </w:r>
      <w:r w:rsidRPr="00151169">
        <w:rPr>
          <w:rFonts w:cstheme="minorHAnsi"/>
          <w:color w:val="333333"/>
          <w:shd w:val="clear" w:color="auto" w:fill="FFFFFF"/>
        </w:rPr>
        <w:t xml:space="preserve">am </w:t>
      </w:r>
      <w:r w:rsidR="003D367F">
        <w:rPr>
          <w:rFonts w:cstheme="minorHAnsi"/>
          <w:color w:val="333333"/>
          <w:shd w:val="clear" w:color="auto" w:fill="FFFFFF"/>
        </w:rPr>
        <w:t>(</w:t>
      </w:r>
      <w:r w:rsidR="00C77232">
        <w:rPr>
          <w:rFonts w:cstheme="minorHAnsi"/>
          <w:color w:val="333333"/>
          <w:shd w:val="clear" w:color="auto" w:fill="FFFFFF"/>
        </w:rPr>
        <w:t xml:space="preserve">what he calls his mom) </w:t>
      </w:r>
      <w:r w:rsidRPr="00151169">
        <w:rPr>
          <w:rFonts w:cstheme="minorHAnsi"/>
          <w:color w:val="333333"/>
          <w:shd w:val="clear" w:color="auto" w:fill="FFFFFF"/>
        </w:rPr>
        <w:t xml:space="preserve">gives to Tom before he leaves to work with the spook. There is no such </w:t>
      </w:r>
      <w:r w:rsidR="005500C1">
        <w:rPr>
          <w:rFonts w:cstheme="minorHAnsi"/>
          <w:color w:val="333333"/>
          <w:shd w:val="clear" w:color="auto" w:fill="FFFFFF"/>
        </w:rPr>
        <w:t>talisman</w:t>
      </w:r>
    </w:p>
    <w:p w:rsidR="006C1AD8" w:rsidRPr="00151169" w:rsidRDefault="00151169" w:rsidP="00151169">
      <w:pPr>
        <w:rPr>
          <w:rFonts w:cstheme="minorHAnsi"/>
          <w:color w:val="333333"/>
          <w:shd w:val="clear" w:color="auto" w:fill="FFFFFF"/>
        </w:rPr>
      </w:pPr>
      <w:bookmarkStart w:id="0" w:name="_GoBack"/>
      <w:bookmarkEnd w:id="0"/>
      <w:r w:rsidRPr="00151169">
        <w:rPr>
          <w:rFonts w:cstheme="minorHAnsi"/>
          <w:color w:val="333333"/>
          <w:shd w:val="clear" w:color="auto" w:fill="FFFFFF"/>
        </w:rPr>
        <w:t>n in the novel.</w:t>
      </w:r>
      <w:r>
        <w:rPr>
          <w:rFonts w:cstheme="minorHAnsi"/>
          <w:color w:val="333333"/>
          <w:shd w:val="clear" w:color="auto" w:fill="FFFFFF"/>
        </w:rPr>
        <w:t xml:space="preserve"> </w:t>
      </w:r>
      <w:r w:rsidR="006C1AD8" w:rsidRPr="00151169">
        <w:rPr>
          <w:rFonts w:cstheme="minorHAnsi"/>
          <w:color w:val="333333"/>
          <w:shd w:val="clear" w:color="auto" w:fill="FFFFFF"/>
        </w:rPr>
        <w:t xml:space="preserve">Numerous </w:t>
      </w:r>
      <w:r>
        <w:rPr>
          <w:rFonts w:cstheme="minorHAnsi"/>
          <w:color w:val="333333"/>
          <w:shd w:val="clear" w:color="auto" w:fill="FFFFFF"/>
        </w:rPr>
        <w:t>c</w:t>
      </w:r>
      <w:r w:rsidR="006C1AD8" w:rsidRPr="00151169">
        <w:rPr>
          <w:rFonts w:cstheme="minorHAnsi"/>
          <w:color w:val="333333"/>
          <w:shd w:val="clear" w:color="auto" w:fill="FFFFFF"/>
        </w:rPr>
        <w:t xml:space="preserve">haracters </w:t>
      </w:r>
      <w:r>
        <w:rPr>
          <w:rFonts w:cstheme="minorHAnsi"/>
          <w:color w:val="333333"/>
          <w:shd w:val="clear" w:color="auto" w:fill="FFFFFF"/>
        </w:rPr>
        <w:t xml:space="preserve">are </w:t>
      </w:r>
      <w:r w:rsidR="006C1AD8" w:rsidRPr="00151169">
        <w:rPr>
          <w:rFonts w:cstheme="minorHAnsi"/>
          <w:color w:val="333333"/>
          <w:shd w:val="clear" w:color="auto" w:fill="FFFFFF"/>
        </w:rPr>
        <w:t>also missing</w:t>
      </w:r>
      <w:r>
        <w:rPr>
          <w:rFonts w:cstheme="minorHAnsi"/>
          <w:color w:val="333333"/>
          <w:shd w:val="clear" w:color="auto" w:fill="FFFFFF"/>
        </w:rPr>
        <w:t xml:space="preserve"> in the film adaptation</w:t>
      </w:r>
      <w:r w:rsidR="006C1AD8" w:rsidRPr="00151169">
        <w:rPr>
          <w:rFonts w:cstheme="minorHAnsi"/>
          <w:color w:val="333333"/>
          <w:shd w:val="clear" w:color="auto" w:fill="FFFFFF"/>
        </w:rPr>
        <w:t xml:space="preserve"> as the director skipped </w:t>
      </w:r>
      <w:r w:rsidRPr="00151169">
        <w:rPr>
          <w:rFonts w:cstheme="minorHAnsi"/>
          <w:color w:val="333333"/>
          <w:shd w:val="clear" w:color="auto" w:fill="FFFFFF"/>
        </w:rPr>
        <w:t xml:space="preserve">around 75% of the books key plot. </w:t>
      </w:r>
      <w:r>
        <w:rPr>
          <w:rFonts w:cstheme="minorHAnsi"/>
          <w:color w:val="333333"/>
          <w:shd w:val="clear" w:color="auto" w:fill="FFFFFF"/>
        </w:rPr>
        <w:t xml:space="preserve"> Most of Tom’s Family is nonexistent</w:t>
      </w:r>
      <w:r w:rsidRPr="00151169">
        <w:rPr>
          <w:rFonts w:cstheme="minorHAnsi"/>
          <w:color w:val="333333"/>
          <w:shd w:val="clear" w:color="auto" w:fill="FFFFFF"/>
        </w:rPr>
        <w:t xml:space="preserve"> </w:t>
      </w:r>
      <w:r>
        <w:rPr>
          <w:rFonts w:cstheme="minorHAnsi"/>
          <w:color w:val="333333"/>
          <w:shd w:val="clear" w:color="auto" w:fill="FFFFFF"/>
        </w:rPr>
        <w:t xml:space="preserve">in the film and so are all of the intricate and intriguing sub plots that come with them. It is </w:t>
      </w:r>
      <w:r w:rsidR="00C77232">
        <w:rPr>
          <w:rFonts w:cstheme="minorHAnsi"/>
          <w:color w:val="333333"/>
          <w:shd w:val="clear" w:color="auto" w:fill="FFFFFF"/>
        </w:rPr>
        <w:t>similar to</w:t>
      </w:r>
      <w:r>
        <w:rPr>
          <w:rFonts w:cstheme="minorHAnsi"/>
          <w:color w:val="333333"/>
          <w:shd w:val="clear" w:color="auto" w:fill="FFFFFF"/>
        </w:rPr>
        <w:t xml:space="preserve"> ordering a sandwich and only getting 2 pieces of mushy bread with nothing in-between.</w:t>
      </w:r>
    </w:p>
    <w:p w:rsidR="00B5757A" w:rsidRPr="00151169" w:rsidRDefault="00B5757A" w:rsidP="005569A2">
      <w:pPr>
        <w:rPr>
          <w:rFonts w:cstheme="minorHAnsi"/>
        </w:rPr>
      </w:pPr>
      <w:r w:rsidRPr="00151169">
        <w:rPr>
          <w:rFonts w:cstheme="minorHAnsi"/>
        </w:rPr>
        <w:t xml:space="preserve">When I just saw the movie I was able to enjoy it; but </w:t>
      </w:r>
      <w:r w:rsidR="00C77232">
        <w:rPr>
          <w:rFonts w:cstheme="minorHAnsi"/>
        </w:rPr>
        <w:t>t</w:t>
      </w:r>
      <w:r w:rsidRPr="00151169">
        <w:rPr>
          <w:rFonts w:cstheme="minorHAnsi"/>
        </w:rPr>
        <w:t xml:space="preserve">hen I read the book, and made my own </w:t>
      </w:r>
      <w:r w:rsidR="003E2FA3" w:rsidRPr="00151169">
        <w:rPr>
          <w:rFonts w:cstheme="minorHAnsi"/>
        </w:rPr>
        <w:t>visualizations</w:t>
      </w:r>
      <w:r w:rsidRPr="00151169">
        <w:rPr>
          <w:rFonts w:cstheme="minorHAnsi"/>
        </w:rPr>
        <w:t xml:space="preserve"> and </w:t>
      </w:r>
      <w:r w:rsidR="003E2FA3" w:rsidRPr="00151169">
        <w:rPr>
          <w:rFonts w:cstheme="minorHAnsi"/>
        </w:rPr>
        <w:t xml:space="preserve">discovered for myself what the book is about. I appreciate that the movie is the </w:t>
      </w:r>
      <w:r w:rsidR="0075152D" w:rsidRPr="00151169">
        <w:rPr>
          <w:rFonts w:cstheme="minorHAnsi"/>
        </w:rPr>
        <w:t>director’s</w:t>
      </w:r>
      <w:r w:rsidR="003E2FA3" w:rsidRPr="00151169">
        <w:rPr>
          <w:rFonts w:cstheme="minorHAnsi"/>
        </w:rPr>
        <w:t xml:space="preserve"> interpretation but he left out what matters to me which is seeing the characters develop and grow by facing difficult situations.</w:t>
      </w:r>
      <w:r w:rsidR="00D25D3F" w:rsidRPr="00151169">
        <w:rPr>
          <w:rFonts w:cstheme="minorHAnsi"/>
        </w:rPr>
        <w:t xml:space="preserve"> The movie is good in its own way, it is not the best movie out there but it has its good qualities. It just in general seems bland and predictable. It does not </w:t>
      </w:r>
      <w:r w:rsidR="00C77232">
        <w:rPr>
          <w:rFonts w:cstheme="minorHAnsi"/>
        </w:rPr>
        <w:t>do</w:t>
      </w:r>
      <w:r w:rsidR="00D25D3F" w:rsidRPr="00151169">
        <w:rPr>
          <w:rFonts w:cstheme="minorHAnsi"/>
        </w:rPr>
        <w:t xml:space="preserve"> justice to the world created by </w:t>
      </w:r>
      <w:r w:rsidR="00151169">
        <w:rPr>
          <w:rFonts w:cstheme="minorHAnsi"/>
        </w:rPr>
        <w:t>Joseph Delaney</w:t>
      </w:r>
      <w:r w:rsidR="00D25D3F" w:rsidRPr="00151169">
        <w:rPr>
          <w:rFonts w:cstheme="minorHAnsi"/>
        </w:rPr>
        <w:t xml:space="preserve">. The Movie sets the story in the typical medieval countryside but the world that is created in the book is so much more. </w:t>
      </w:r>
    </w:p>
    <w:p w:rsidR="0075152D" w:rsidRDefault="0075152D" w:rsidP="005569A2">
      <w:pPr>
        <w:rPr>
          <w:rFonts w:cstheme="minorHAnsi"/>
        </w:rPr>
      </w:pPr>
      <w:r w:rsidRPr="00151169">
        <w:rPr>
          <w:rFonts w:cstheme="minorHAnsi"/>
        </w:rPr>
        <w:t xml:space="preserve">The Film adaptation takes the books story and uses it as a backdrop for its own story. It uses only one of the numerous plot elements </w:t>
      </w:r>
      <w:r w:rsidR="00D25D3F" w:rsidRPr="00151169">
        <w:rPr>
          <w:rFonts w:cstheme="minorHAnsi"/>
        </w:rPr>
        <w:t xml:space="preserve">that </w:t>
      </w:r>
      <w:r w:rsidR="00C77232">
        <w:rPr>
          <w:rFonts w:cstheme="minorHAnsi"/>
        </w:rPr>
        <w:t>Joseph Delaney</w:t>
      </w:r>
      <w:r w:rsidR="00D25D3F" w:rsidRPr="00151169">
        <w:rPr>
          <w:rFonts w:cstheme="minorHAnsi"/>
        </w:rPr>
        <w:t xml:space="preserve"> employs. Admittedly the novel is not the kind of book that is easily adaptable to a good movie, but it truly could have been much better. </w:t>
      </w:r>
      <w:r w:rsidR="00C77232">
        <w:rPr>
          <w:rFonts w:cstheme="minorHAnsi"/>
        </w:rPr>
        <w:t>This loose film adaptation</w:t>
      </w:r>
      <w:r w:rsidR="00D25D3F" w:rsidRPr="00151169">
        <w:rPr>
          <w:rFonts w:cstheme="minorHAnsi"/>
        </w:rPr>
        <w:t xml:space="preserve"> is lacking in some key elements and the movies monetary success and ratings show it. It is an ok movie but when compared to the book, it is nowhere near the same level.</w:t>
      </w:r>
    </w:p>
    <w:p w:rsidR="005500C1" w:rsidRPr="00151169" w:rsidRDefault="005500C1" w:rsidP="005569A2">
      <w:pPr>
        <w:rPr>
          <w:rFonts w:cstheme="minorHAnsi"/>
        </w:rPr>
      </w:pPr>
    </w:p>
    <w:p w:rsidR="00460ED6" w:rsidRPr="00151169" w:rsidRDefault="00460ED6" w:rsidP="005569A2">
      <w:pPr>
        <w:ind w:firstLine="0"/>
        <w:rPr>
          <w:rFonts w:cstheme="minorHAnsi"/>
        </w:rPr>
      </w:pPr>
    </w:p>
    <w:sectPr w:rsidR="00460ED6" w:rsidRPr="0015116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58E" w:rsidRDefault="0031058E">
      <w:pPr>
        <w:spacing w:line="240" w:lineRule="auto"/>
      </w:pPr>
      <w:r>
        <w:separator/>
      </w:r>
    </w:p>
  </w:endnote>
  <w:endnote w:type="continuationSeparator" w:id="0">
    <w:p w:rsidR="0031058E" w:rsidRDefault="00310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58E" w:rsidRDefault="0031058E">
      <w:pPr>
        <w:spacing w:line="240" w:lineRule="auto"/>
      </w:pPr>
      <w:r>
        <w:separator/>
      </w:r>
    </w:p>
  </w:footnote>
  <w:footnote w:type="continuationSeparator" w:id="0">
    <w:p w:rsidR="0031058E" w:rsidRDefault="003105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169" w:rsidRDefault="00151169">
    <w:pPr>
      <w:pStyle w:val="Header"/>
    </w:pPr>
    <w:r>
      <w:t>C</w:t>
    </w:r>
    <w:sdt>
      <w:sdtPr>
        <w:id w:val="1568531701"/>
        <w:dataBinding w:prefixMappings="xmlns:ns0='http://schemas.microsoft.com/office/2006/coverPageProps' " w:xpath="/ns0:CoverPageProperties[1]/ns0:Abstract[1]" w:storeItemID="{55AF091B-3C7A-41E3-B477-F2FDAA23CFDA}"/>
        <w15:appearance w15:val="hidden"/>
        <w:text/>
      </w:sdtPr>
      <w:sdtContent>
        <w:r>
          <w:t>hampagne</w:t>
        </w:r>
      </w:sdtContent>
    </w:sdt>
    <w:r>
      <w:t xml:space="preserve"> </w:t>
    </w:r>
    <w:r>
      <w:fldChar w:fldCharType="begin"/>
    </w:r>
    <w:r>
      <w:instrText xml:space="preserve"> PAGE   \* MERGEFORMAT </w:instrText>
    </w:r>
    <w:r>
      <w:fldChar w:fldCharType="separate"/>
    </w:r>
    <w:r w:rsidR="005500C1">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169" w:rsidRDefault="00151169">
    <w:pPr>
      <w:pStyle w:val="Header"/>
    </w:pPr>
    <w:r>
      <w:t>C</w:t>
    </w:r>
    <w:sdt>
      <w:sdtPr>
        <w:id w:val="-348181431"/>
        <w:dataBinding w:prefixMappings="xmlns:ns0='http://schemas.microsoft.com/office/2006/coverPageProps' " w:xpath="/ns0:CoverPageProperties[1]/ns0:Abstract[1]" w:storeItemID="{55AF091B-3C7A-41E3-B477-F2FDAA23CFDA}"/>
        <w15:appearance w15:val="hidden"/>
        <w:text/>
      </w:sdtPr>
      <w:sdtContent>
        <w:r>
          <w:t>hampagne</w:t>
        </w:r>
      </w:sdtContent>
    </w:sdt>
    <w:r>
      <w:t xml:space="preserve"> </w:t>
    </w:r>
    <w:r>
      <w:fldChar w:fldCharType="begin"/>
    </w:r>
    <w:r>
      <w:instrText xml:space="preserve"> PAGE   \* MERGEFORMAT </w:instrText>
    </w:r>
    <w:r>
      <w:fldChar w:fldCharType="separate"/>
    </w:r>
    <w:r w:rsidR="005500C1">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B6B"/>
    <w:rsid w:val="000355C6"/>
    <w:rsid w:val="00075C9B"/>
    <w:rsid w:val="00151169"/>
    <w:rsid w:val="00272F5B"/>
    <w:rsid w:val="0031058E"/>
    <w:rsid w:val="003D367F"/>
    <w:rsid w:val="003E2FA3"/>
    <w:rsid w:val="00460ED6"/>
    <w:rsid w:val="00466B6F"/>
    <w:rsid w:val="005500C1"/>
    <w:rsid w:val="005569A2"/>
    <w:rsid w:val="00645F70"/>
    <w:rsid w:val="006C1AD8"/>
    <w:rsid w:val="0075152D"/>
    <w:rsid w:val="008B1680"/>
    <w:rsid w:val="00A5317C"/>
    <w:rsid w:val="00B5757A"/>
    <w:rsid w:val="00C25807"/>
    <w:rsid w:val="00C77232"/>
    <w:rsid w:val="00CD5B6B"/>
    <w:rsid w:val="00D25D3F"/>
    <w:rsid w:val="00DA2688"/>
    <w:rsid w:val="00E35940"/>
    <w:rsid w:val="00E476BB"/>
    <w:rsid w:val="00F81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B08D8F-747B-45E0-8D63-E79445A6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character" w:customStyle="1" w:styleId="apple-converted-space">
    <w:name w:val="apple-converted-space"/>
    <w:basedOn w:val="DefaultParagraphFont"/>
    <w:rsid w:val="00075C9B"/>
  </w:style>
  <w:style w:type="character" w:styleId="Hyperlink">
    <w:name w:val="Hyperlink"/>
    <w:basedOn w:val="DefaultParagraphFont"/>
    <w:uiPriority w:val="99"/>
    <w:semiHidden/>
    <w:unhideWhenUsed/>
    <w:rsid w:val="00075C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68659371B314F34996A6EF0543BBCF3"/>
        <w:category>
          <w:name w:val="General"/>
          <w:gallery w:val="placeholder"/>
        </w:category>
        <w:types>
          <w:type w:val="bbPlcHdr"/>
        </w:types>
        <w:behaviors>
          <w:behavior w:val="content"/>
        </w:behaviors>
        <w:guid w:val="{CBC6C2CA-AAF2-4D5D-984C-7896E196EDC7}"/>
      </w:docPartPr>
      <w:docPartBody>
        <w:p w:rsidR="00A162FD" w:rsidRDefault="00A162FD">
          <w:pPr>
            <w:pStyle w:val="968659371B314F34996A6EF0543BBCF3"/>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FD"/>
    <w:rsid w:val="002E21B1"/>
    <w:rsid w:val="00A1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85B599ECA984A6D9C182281358C29C2">
    <w:name w:val="685B599ECA984A6D9C182281358C29C2"/>
  </w:style>
  <w:style w:type="paragraph" w:customStyle="1" w:styleId="346A17C5CF9440B1B4152C1F0B0E79A0">
    <w:name w:val="346A17C5CF9440B1B4152C1F0B0E79A0"/>
  </w:style>
  <w:style w:type="paragraph" w:customStyle="1" w:styleId="E3D9BA3A0FC742BE8FF4C5602F1AF829">
    <w:name w:val="E3D9BA3A0FC742BE8FF4C5602F1AF829"/>
  </w:style>
  <w:style w:type="paragraph" w:customStyle="1" w:styleId="968659371B314F34996A6EF0543BBCF3">
    <w:name w:val="968659371B314F34996A6EF0543BBCF3"/>
  </w:style>
  <w:style w:type="paragraph" w:customStyle="1" w:styleId="9375FA1702AD4F8195397FAE22CDE831">
    <w:name w:val="9375FA1702AD4F8195397FAE22CDE831"/>
  </w:style>
  <w:style w:type="paragraph" w:customStyle="1" w:styleId="567B1F62ABBE4E1596FB5E38247EEC5C">
    <w:name w:val="567B1F62ABBE4E1596FB5E38247EEC5C"/>
  </w:style>
  <w:style w:type="character" w:styleId="Emphasis">
    <w:name w:val="Emphasis"/>
    <w:basedOn w:val="DefaultParagraphFont"/>
    <w:uiPriority w:val="2"/>
    <w:qFormat/>
    <w:rPr>
      <w:i/>
      <w:iCs/>
    </w:rPr>
  </w:style>
  <w:style w:type="paragraph" w:customStyle="1" w:styleId="72C4273581514AC59BDA61D0B0EDD78B">
    <w:name w:val="72C4273581514AC59BDA61D0B0EDD78B"/>
  </w:style>
  <w:style w:type="paragraph" w:customStyle="1" w:styleId="8F6A8989E6134A9A9077F8D302C2C08D">
    <w:name w:val="8F6A8989E6134A9A9077F8D302C2C08D"/>
  </w:style>
  <w:style w:type="paragraph" w:customStyle="1" w:styleId="40693237F29749D38F9D00E0D0E2661D">
    <w:name w:val="40693237F29749D38F9D00E0D0E2661D"/>
  </w:style>
  <w:style w:type="paragraph" w:customStyle="1" w:styleId="0F2402A6FD32470FB256001D8820DDCB">
    <w:name w:val="0F2402A6FD32470FB256001D8820DDCB"/>
  </w:style>
  <w:style w:type="paragraph" w:customStyle="1" w:styleId="B808568AFD0E48C1B3645DF094795024">
    <w:name w:val="B808568AFD0E48C1B3645DF094795024"/>
  </w:style>
  <w:style w:type="paragraph" w:customStyle="1" w:styleId="1F660EA702804B8CA85EBD59FD5F6510">
    <w:name w:val="1F660EA702804B8CA85EBD59FD5F6510"/>
  </w:style>
  <w:style w:type="paragraph" w:customStyle="1" w:styleId="0CD07BBC36B547D382915A8B55E5205F">
    <w:name w:val="0CD07BBC36B547D382915A8B55E5205F"/>
  </w:style>
  <w:style w:type="paragraph" w:customStyle="1" w:styleId="78340BD599ED413DBE40FB530A78B3D5">
    <w:name w:val="78340BD599ED413DBE40FB530A78B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474241-7CE4-45E7-A542-830B202C903D}">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199086B1-74BA-43EC-8F1A-F08DA9764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811</TotalTime>
  <Pages>1</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5</cp:revision>
  <cp:lastPrinted>2015-04-06T02:12:00Z</cp:lastPrinted>
  <dcterms:created xsi:type="dcterms:W3CDTF">2015-03-31T00:54:00Z</dcterms:created>
  <dcterms:modified xsi:type="dcterms:W3CDTF">2015-04-06T02:25:00Z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